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BE95C" w14:textId="77777777" w:rsidR="00674B8A" w:rsidRPr="00674B8A" w:rsidRDefault="00674B8A">
      <w:pPr>
        <w:rPr>
          <w:color w:val="A6A6A6" w:themeColor="background1" w:themeShade="A6"/>
          <w:sz w:val="44"/>
        </w:rPr>
      </w:pPr>
      <w:r w:rsidRPr="00674B8A">
        <w:rPr>
          <w:color w:val="A6A6A6" w:themeColor="background1" w:themeShade="A6"/>
          <w:sz w:val="44"/>
        </w:rPr>
        <w:t>Team Meeting</w:t>
      </w:r>
    </w:p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674B8A" w:rsidRPr="00674B8A" w14:paraId="185A5FCC" w14:textId="77777777" w:rsidTr="007311CB">
        <w:tc>
          <w:tcPr>
            <w:tcW w:w="1951" w:type="dxa"/>
            <w:shd w:val="clear" w:color="auto" w:fill="D9D9D9" w:themeFill="background1" w:themeFillShade="D9"/>
          </w:tcPr>
          <w:p w14:paraId="32646842" w14:textId="77777777" w:rsidR="00674B8A" w:rsidRPr="00674B8A" w:rsidRDefault="00674B8A" w:rsidP="00B06F00">
            <w:r w:rsidRPr="00674B8A">
              <w:t>Date:</w:t>
            </w:r>
          </w:p>
        </w:tc>
        <w:tc>
          <w:tcPr>
            <w:tcW w:w="7261" w:type="dxa"/>
            <w:shd w:val="clear" w:color="auto" w:fill="auto"/>
          </w:tcPr>
          <w:sdt>
            <w:sdtPr>
              <w:id w:val="-2111729125"/>
              <w:placeholder>
                <w:docPart w:val="DefaultPlaceholder_1082065160"/>
              </w:placeholder>
              <w:date w:fullDate="2010-08-11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14:paraId="51006CCA" w14:textId="77777777" w:rsidR="00674B8A" w:rsidRPr="00674B8A" w:rsidRDefault="007B5DFE" w:rsidP="00B06F00">
                <w:r>
                  <w:rPr>
                    <w:lang w:val="de-DE"/>
                  </w:rPr>
                  <w:t>11.08.2010</w:t>
                </w:r>
              </w:p>
            </w:sdtContent>
          </w:sdt>
        </w:tc>
      </w:tr>
      <w:tr w:rsidR="00674B8A" w:rsidRPr="00674B8A" w14:paraId="0C5FA816" w14:textId="77777777" w:rsidTr="007311CB">
        <w:tc>
          <w:tcPr>
            <w:tcW w:w="1951" w:type="dxa"/>
            <w:shd w:val="clear" w:color="auto" w:fill="D9D9D9" w:themeFill="background1" w:themeFillShade="D9"/>
          </w:tcPr>
          <w:p w14:paraId="5E19C37D" w14:textId="77777777" w:rsidR="00674B8A" w:rsidRPr="00674B8A" w:rsidRDefault="00674B8A" w:rsidP="00B06F00">
            <w:r w:rsidRPr="00674B8A">
              <w:t>Time:</w:t>
            </w:r>
          </w:p>
        </w:tc>
        <w:tc>
          <w:tcPr>
            <w:tcW w:w="7261" w:type="dxa"/>
            <w:shd w:val="clear" w:color="auto" w:fill="auto"/>
          </w:tcPr>
          <w:sdt>
            <w:sdtPr>
              <w:id w:val="1939246236"/>
              <w:placeholder>
                <w:docPart w:val="DefaultPlaceholder_1082065158"/>
              </w:placeholder>
              <w:text/>
            </w:sdtPr>
            <w:sdtEndPr/>
            <w:sdtContent>
              <w:p w14:paraId="1D6D7CF6" w14:textId="77777777" w:rsidR="00674B8A" w:rsidRPr="00674B8A" w:rsidRDefault="007B5DFE" w:rsidP="00B06F00">
                <w:r>
                  <w:t>10:00</w:t>
                </w:r>
              </w:p>
            </w:sdtContent>
          </w:sdt>
        </w:tc>
      </w:tr>
      <w:tr w:rsidR="00674B8A" w:rsidRPr="00674B8A" w14:paraId="1B530A3D" w14:textId="77777777" w:rsidTr="007311CB">
        <w:tc>
          <w:tcPr>
            <w:tcW w:w="1951" w:type="dxa"/>
            <w:shd w:val="clear" w:color="auto" w:fill="D9D9D9" w:themeFill="background1" w:themeFillShade="D9"/>
          </w:tcPr>
          <w:p w14:paraId="4CC008BE" w14:textId="77777777" w:rsidR="00674B8A" w:rsidRPr="00674B8A" w:rsidRDefault="00674B8A" w:rsidP="00B06F00">
            <w:r w:rsidRPr="00674B8A">
              <w:t>Location:</w:t>
            </w:r>
          </w:p>
        </w:tc>
        <w:tc>
          <w:tcPr>
            <w:tcW w:w="7261" w:type="dxa"/>
            <w:shd w:val="clear" w:color="auto" w:fill="auto"/>
          </w:tcPr>
          <w:sdt>
            <w:sdtPr>
              <w:id w:val="-762834141"/>
              <w:placeholder>
                <w:docPart w:val="DefaultPlaceholder_1082065158"/>
              </w:placeholder>
              <w:text/>
            </w:sdtPr>
            <w:sdtEndPr/>
            <w:sdtContent>
              <w:p w14:paraId="7E1C3610" w14:textId="77777777" w:rsidR="00674B8A" w:rsidRPr="00674B8A" w:rsidRDefault="007B5DFE" w:rsidP="007B5DFE">
                <w:r>
                  <w:t>R55</w:t>
                </w:r>
              </w:p>
            </w:sdtContent>
          </w:sdt>
        </w:tc>
      </w:tr>
      <w:tr w:rsidR="00674B8A" w:rsidRPr="00674B8A" w14:paraId="4AF97082" w14:textId="77777777" w:rsidTr="007311CB">
        <w:tc>
          <w:tcPr>
            <w:tcW w:w="1951" w:type="dxa"/>
            <w:shd w:val="clear" w:color="auto" w:fill="D9D9D9" w:themeFill="background1" w:themeFillShade="D9"/>
          </w:tcPr>
          <w:p w14:paraId="5BBC7464" w14:textId="77777777" w:rsidR="00674B8A" w:rsidRPr="00674B8A" w:rsidRDefault="00674B8A" w:rsidP="00B06F00">
            <w:r w:rsidRPr="00674B8A">
              <w:t>Attended by:</w:t>
            </w:r>
          </w:p>
        </w:tc>
        <w:tc>
          <w:tcPr>
            <w:tcW w:w="7261" w:type="dxa"/>
            <w:shd w:val="clear" w:color="auto" w:fill="auto"/>
          </w:tcPr>
          <w:sdt>
            <w:sdtPr>
              <w:id w:val="-454552658"/>
              <w:placeholder>
                <w:docPart w:val="DefaultPlaceholder_1082065158"/>
              </w:placeholder>
              <w:text/>
            </w:sdtPr>
            <w:sdtEndPr/>
            <w:sdtContent>
              <w:p w14:paraId="67C9FCF0" w14:textId="77777777" w:rsidR="00674B8A" w:rsidRPr="00674B8A" w:rsidRDefault="007B5DFE" w:rsidP="00B06F00">
                <w:r>
                  <w:t>Andrew, Peter</w:t>
                </w:r>
              </w:p>
            </w:sdtContent>
          </w:sdt>
        </w:tc>
      </w:tr>
      <w:tr w:rsidR="00674B8A" w:rsidRPr="00674B8A" w14:paraId="77FFF974" w14:textId="77777777" w:rsidTr="007311CB">
        <w:tc>
          <w:tcPr>
            <w:tcW w:w="1951" w:type="dxa"/>
            <w:shd w:val="clear" w:color="auto" w:fill="D9D9D9" w:themeFill="background1" w:themeFillShade="D9"/>
          </w:tcPr>
          <w:p w14:paraId="5E5E0597" w14:textId="77777777" w:rsidR="00674B8A" w:rsidRPr="00674B8A" w:rsidRDefault="00674B8A" w:rsidP="00B06F00">
            <w:r w:rsidRPr="00674B8A">
              <w:t>Chair:</w:t>
            </w:r>
          </w:p>
        </w:tc>
        <w:tc>
          <w:tcPr>
            <w:tcW w:w="7261" w:type="dxa"/>
            <w:shd w:val="clear" w:color="auto" w:fill="auto"/>
          </w:tcPr>
          <w:sdt>
            <w:sdtPr>
              <w:id w:val="345988200"/>
              <w:placeholder>
                <w:docPart w:val="DefaultPlaceholder_1082065158"/>
              </w:placeholder>
              <w:text/>
            </w:sdtPr>
            <w:sdtEndPr/>
            <w:sdtContent>
              <w:p w14:paraId="58094DF1" w14:textId="77777777" w:rsidR="00674B8A" w:rsidRPr="00674B8A" w:rsidRDefault="007B5DFE" w:rsidP="007B5DFE">
                <w:r>
                  <w:t>Andrew</w:t>
                </w:r>
              </w:p>
            </w:sdtContent>
          </w:sdt>
        </w:tc>
      </w:tr>
      <w:tr w:rsidR="00674B8A" w:rsidRPr="00674B8A" w14:paraId="037BD5F6" w14:textId="77777777" w:rsidTr="007311CB">
        <w:tc>
          <w:tcPr>
            <w:tcW w:w="1951" w:type="dxa"/>
            <w:shd w:val="clear" w:color="auto" w:fill="D9D9D9" w:themeFill="background1" w:themeFillShade="D9"/>
          </w:tcPr>
          <w:p w14:paraId="3211CE5A" w14:textId="77777777" w:rsidR="00674B8A" w:rsidRPr="00674B8A" w:rsidRDefault="00674B8A" w:rsidP="00B06F00">
            <w:r w:rsidRPr="00674B8A">
              <w:t>Minutes:</w:t>
            </w:r>
          </w:p>
        </w:tc>
        <w:tc>
          <w:tcPr>
            <w:tcW w:w="7261" w:type="dxa"/>
            <w:shd w:val="clear" w:color="auto" w:fill="auto"/>
          </w:tcPr>
          <w:sdt>
            <w:sdtPr>
              <w:id w:val="-605888949"/>
              <w:placeholder>
                <w:docPart w:val="DefaultPlaceholder_1082065158"/>
              </w:placeholder>
              <w:text/>
            </w:sdtPr>
            <w:sdtEndPr/>
            <w:sdtContent>
              <w:p w14:paraId="70262C3B" w14:textId="77777777" w:rsidR="00674B8A" w:rsidRPr="00674B8A" w:rsidRDefault="007B5DFE" w:rsidP="007B5DFE">
                <w:r>
                  <w:t>Peter</w:t>
                </w:r>
              </w:p>
            </w:sdtContent>
          </w:sdt>
        </w:tc>
      </w:tr>
    </w:tbl>
    <w:p w14:paraId="40CC01E1" w14:textId="77777777" w:rsidR="00674B8A" w:rsidRDefault="00674B8A" w:rsidP="00674B8A"/>
    <w:p w14:paraId="6D70E176" w14:textId="77777777" w:rsidR="00C34158" w:rsidRDefault="00C34158" w:rsidP="00674B8A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674B8A" w14:paraId="069990E2" w14:textId="77777777" w:rsidTr="007B5DFE">
        <w:tc>
          <w:tcPr>
            <w:tcW w:w="1967" w:type="dxa"/>
            <w:shd w:val="clear" w:color="auto" w:fill="D9D9D9" w:themeFill="background1" w:themeFillShade="D9"/>
          </w:tcPr>
          <w:p w14:paraId="1E866C12" w14:textId="77777777" w:rsidR="00674B8A" w:rsidRPr="00674B8A" w:rsidRDefault="00674B8A" w:rsidP="00422DC2">
            <w:r w:rsidRPr="00674B8A">
              <w:t>Agenda item:</w:t>
            </w:r>
          </w:p>
        </w:tc>
        <w:tc>
          <w:tcPr>
            <w:tcW w:w="7321" w:type="dxa"/>
            <w:shd w:val="clear" w:color="auto" w:fill="D9D9D9" w:themeFill="background1" w:themeFillShade="D9"/>
          </w:tcPr>
          <w:sdt>
            <w:sdtPr>
              <w:id w:val="844981471"/>
              <w:placeholder>
                <w:docPart w:val="DefaultPlaceholder_1082065158"/>
              </w:placeholder>
              <w:text/>
            </w:sdtPr>
            <w:sdtEndPr/>
            <w:sdtContent>
              <w:p w14:paraId="25ECC04A" w14:textId="77777777" w:rsidR="00674B8A" w:rsidRDefault="007B5DFE" w:rsidP="007B5DFE">
                <w:r>
                  <w:t>Current Activities</w:t>
                </w:r>
              </w:p>
            </w:sdtContent>
          </w:sdt>
        </w:tc>
      </w:tr>
      <w:tr w:rsidR="00674B8A" w:rsidRPr="007B5DFE" w14:paraId="3C65590A" w14:textId="77777777" w:rsidTr="007B5DFE">
        <w:trPr>
          <w:trHeight w:val="2211"/>
        </w:trPr>
        <w:tc>
          <w:tcPr>
            <w:tcW w:w="9288" w:type="dxa"/>
            <w:gridSpan w:val="2"/>
          </w:tcPr>
          <w:p w14:paraId="4C57D1D8" w14:textId="77777777" w:rsidR="007B5DFE" w:rsidRDefault="007B5DFE" w:rsidP="007B5DFE">
            <w:pPr>
              <w:pStyle w:val="Listenabsatz"/>
              <w:numPr>
                <w:ilvl w:val="0"/>
                <w:numId w:val="3"/>
              </w:numPr>
            </w:pPr>
            <w:proofErr w:type="spellStart"/>
            <w:r w:rsidRPr="007B5DFE">
              <w:t>Lorem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ipsum</w:t>
            </w:r>
            <w:proofErr w:type="spellEnd"/>
            <w:r w:rsidRPr="007B5DFE">
              <w:t xml:space="preserve"> dolor sit </w:t>
            </w:r>
            <w:proofErr w:type="spellStart"/>
            <w:r w:rsidRPr="007B5DFE">
              <w:t>amet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consectetuer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adipiscing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elit</w:t>
            </w:r>
            <w:proofErr w:type="spellEnd"/>
            <w:r w:rsidRPr="007B5DFE">
              <w:t xml:space="preserve">. </w:t>
            </w:r>
            <w:proofErr w:type="spellStart"/>
            <w:r w:rsidRPr="007B5DFE">
              <w:t>Aenean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commodo</w:t>
            </w:r>
            <w:proofErr w:type="spellEnd"/>
            <w:r w:rsidRPr="007B5DFE">
              <w:t xml:space="preserve"> ligula </w:t>
            </w:r>
            <w:proofErr w:type="spellStart"/>
            <w:r w:rsidRPr="007B5DFE">
              <w:t>eget</w:t>
            </w:r>
            <w:proofErr w:type="spellEnd"/>
            <w:r w:rsidRPr="007B5DFE">
              <w:t xml:space="preserve"> dolor. </w:t>
            </w:r>
            <w:proofErr w:type="spellStart"/>
            <w:r>
              <w:t>Aenean</w:t>
            </w:r>
            <w:proofErr w:type="spellEnd"/>
            <w:r>
              <w:t xml:space="preserve"> </w:t>
            </w:r>
            <w:proofErr w:type="spellStart"/>
            <w:r>
              <w:t>massa</w:t>
            </w:r>
            <w:proofErr w:type="spellEnd"/>
            <w:r>
              <w:t>.</w:t>
            </w:r>
          </w:p>
          <w:p w14:paraId="601A1798" w14:textId="77777777" w:rsidR="007B5DFE" w:rsidRPr="007B5DFE" w:rsidRDefault="007B5DFE" w:rsidP="007B5DFE">
            <w:pPr>
              <w:pStyle w:val="Listenabsatz"/>
              <w:numPr>
                <w:ilvl w:val="0"/>
                <w:numId w:val="3"/>
              </w:numPr>
            </w:pPr>
            <w:r w:rsidRPr="007B5DFE">
              <w:t xml:space="preserve">Cum </w:t>
            </w:r>
            <w:proofErr w:type="spellStart"/>
            <w:r w:rsidRPr="007B5DFE">
              <w:t>sociis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natoque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penatibus</w:t>
            </w:r>
            <w:proofErr w:type="spellEnd"/>
            <w:r w:rsidRPr="007B5DFE">
              <w:t xml:space="preserve"> et </w:t>
            </w:r>
            <w:proofErr w:type="spellStart"/>
            <w:r w:rsidRPr="007B5DFE">
              <w:t>magnis</w:t>
            </w:r>
            <w:proofErr w:type="spellEnd"/>
            <w:r w:rsidRPr="007B5DFE">
              <w:t xml:space="preserve"> dis parturient </w:t>
            </w:r>
            <w:proofErr w:type="spellStart"/>
            <w:r w:rsidRPr="007B5DFE">
              <w:t>montes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nascetur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ridiculus</w:t>
            </w:r>
            <w:proofErr w:type="spellEnd"/>
            <w:r w:rsidRPr="007B5DFE">
              <w:t xml:space="preserve"> mus. </w:t>
            </w:r>
            <w:proofErr w:type="spellStart"/>
            <w:r w:rsidRPr="007B5DFE">
              <w:t>Donec</w:t>
            </w:r>
            <w:proofErr w:type="spellEnd"/>
            <w:r w:rsidRPr="007B5DFE">
              <w:t xml:space="preserve"> quam </w:t>
            </w:r>
            <w:proofErr w:type="spellStart"/>
            <w:r w:rsidRPr="007B5DFE">
              <w:t>felis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ultricies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nec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pellentesque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eu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pretium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quis</w:t>
            </w:r>
            <w:proofErr w:type="spellEnd"/>
            <w:r w:rsidRPr="007B5DFE">
              <w:t>, sem.</w:t>
            </w:r>
          </w:p>
          <w:p w14:paraId="64081109" w14:textId="77777777" w:rsidR="007B5DFE" w:rsidRPr="007B5DFE" w:rsidRDefault="007B5DFE" w:rsidP="007B5DFE">
            <w:pPr>
              <w:pStyle w:val="Listenabsatz"/>
              <w:numPr>
                <w:ilvl w:val="0"/>
                <w:numId w:val="3"/>
              </w:numPr>
            </w:pPr>
            <w:proofErr w:type="spellStart"/>
            <w:r w:rsidRPr="007B5DFE">
              <w:t>Nulla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consequat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massa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quis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enim</w:t>
            </w:r>
            <w:proofErr w:type="spellEnd"/>
            <w:r w:rsidRPr="007B5DFE">
              <w:t xml:space="preserve">. </w:t>
            </w:r>
            <w:proofErr w:type="spellStart"/>
            <w:r w:rsidRPr="007B5DFE">
              <w:t>Donec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pede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justo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fringilla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vel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aliquet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nec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vulputate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eget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arcu</w:t>
            </w:r>
            <w:proofErr w:type="spellEnd"/>
            <w:r w:rsidRPr="007B5DFE">
              <w:t xml:space="preserve">. In </w:t>
            </w:r>
            <w:proofErr w:type="spellStart"/>
            <w:r w:rsidRPr="007B5DFE">
              <w:t>enim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justo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rhoncus</w:t>
            </w:r>
            <w:proofErr w:type="spellEnd"/>
            <w:r w:rsidRPr="007B5DFE">
              <w:t xml:space="preserve"> </w:t>
            </w:r>
            <w:proofErr w:type="spellStart"/>
            <w:r w:rsidRPr="007B5DFE">
              <w:t>ut</w:t>
            </w:r>
            <w:proofErr w:type="spellEnd"/>
            <w:r w:rsidRPr="007B5DFE">
              <w:t xml:space="preserve">, </w:t>
            </w:r>
            <w:proofErr w:type="spellStart"/>
            <w:r w:rsidRPr="007B5DFE">
              <w:t>imperdiet</w:t>
            </w:r>
            <w:proofErr w:type="spellEnd"/>
            <w:r w:rsidRPr="007B5DFE">
              <w:t xml:space="preserve"> a, </w:t>
            </w:r>
            <w:proofErr w:type="spellStart"/>
            <w:r w:rsidRPr="007B5DFE">
              <w:t>venenatis</w:t>
            </w:r>
            <w:proofErr w:type="spellEnd"/>
            <w:r w:rsidRPr="007B5DFE">
              <w:t xml:space="preserve"> vitae, </w:t>
            </w:r>
            <w:proofErr w:type="spellStart"/>
            <w:r w:rsidRPr="007B5DFE">
              <w:t>justo</w:t>
            </w:r>
            <w:proofErr w:type="spellEnd"/>
            <w:r w:rsidRPr="007B5DFE">
              <w:t>.</w:t>
            </w:r>
          </w:p>
          <w:p w14:paraId="248278E9" w14:textId="77777777" w:rsidR="00674B8A" w:rsidRPr="007B5DFE" w:rsidRDefault="007B5DFE" w:rsidP="007B5DFE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de-DE"/>
              </w:rPr>
            </w:pPr>
            <w:proofErr w:type="spellStart"/>
            <w:r>
              <w:t>Nullam</w:t>
            </w:r>
            <w:proofErr w:type="spellEnd"/>
            <w:r>
              <w:t xml:space="preserve"> </w:t>
            </w:r>
            <w:proofErr w:type="spellStart"/>
            <w:r>
              <w:t>dictum</w:t>
            </w:r>
            <w:proofErr w:type="spellEnd"/>
            <w:r>
              <w:t xml:space="preserve"> </w:t>
            </w:r>
            <w:proofErr w:type="spellStart"/>
            <w:r>
              <w:t>felis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pede</w:t>
            </w:r>
            <w:proofErr w:type="spellEnd"/>
            <w:r>
              <w:t xml:space="preserve"> </w:t>
            </w:r>
            <w:proofErr w:type="spellStart"/>
            <w:r>
              <w:t>mollis</w:t>
            </w:r>
            <w:proofErr w:type="spellEnd"/>
            <w:r>
              <w:t xml:space="preserve"> </w:t>
            </w:r>
            <w:proofErr w:type="spellStart"/>
            <w:r>
              <w:t>pretium</w:t>
            </w:r>
            <w:proofErr w:type="spellEnd"/>
            <w:r>
              <w:t xml:space="preserve">. Integer </w:t>
            </w:r>
            <w:proofErr w:type="spellStart"/>
            <w:r>
              <w:t>tincidunt</w:t>
            </w:r>
            <w:proofErr w:type="spellEnd"/>
            <w:r>
              <w:t xml:space="preserve">. </w:t>
            </w:r>
            <w:proofErr w:type="spellStart"/>
            <w:r>
              <w:t>Cras</w:t>
            </w:r>
            <w:proofErr w:type="spellEnd"/>
            <w:r>
              <w:t xml:space="preserve"> </w:t>
            </w:r>
            <w:proofErr w:type="spellStart"/>
            <w:r>
              <w:t>dapibus</w:t>
            </w:r>
            <w:proofErr w:type="spellEnd"/>
            <w:r>
              <w:t xml:space="preserve">. </w:t>
            </w:r>
            <w:proofErr w:type="spellStart"/>
            <w:r>
              <w:t>Vivamus</w:t>
            </w:r>
            <w:proofErr w:type="spellEnd"/>
            <w:r>
              <w:t xml:space="preserve"> </w:t>
            </w:r>
            <w:proofErr w:type="spellStart"/>
            <w:r>
              <w:t>elementum</w:t>
            </w:r>
            <w:proofErr w:type="spellEnd"/>
            <w:r>
              <w:t xml:space="preserve"> </w:t>
            </w:r>
            <w:proofErr w:type="spellStart"/>
            <w:r>
              <w:t>semper</w:t>
            </w:r>
            <w:proofErr w:type="spellEnd"/>
            <w:r>
              <w:t xml:space="preserve"> </w:t>
            </w:r>
            <w:proofErr w:type="spellStart"/>
            <w:r>
              <w:t>nisi</w:t>
            </w:r>
            <w:proofErr w:type="spellEnd"/>
            <w:r>
              <w:t xml:space="preserve">. </w:t>
            </w:r>
            <w:proofErr w:type="spellStart"/>
            <w:r>
              <w:t>Aenean</w:t>
            </w:r>
            <w:proofErr w:type="spellEnd"/>
            <w:r>
              <w:t xml:space="preserve"> </w:t>
            </w:r>
            <w:proofErr w:type="spellStart"/>
            <w:r>
              <w:t>vulputate</w:t>
            </w:r>
            <w:proofErr w:type="spellEnd"/>
            <w:r>
              <w:t xml:space="preserve"> </w:t>
            </w:r>
            <w:proofErr w:type="spellStart"/>
            <w:r>
              <w:t>eleifend</w:t>
            </w:r>
            <w:proofErr w:type="spellEnd"/>
            <w:r>
              <w:t xml:space="preserve"> </w:t>
            </w:r>
            <w:proofErr w:type="spellStart"/>
            <w:r>
              <w:t>tellus</w:t>
            </w:r>
            <w:proofErr w:type="spellEnd"/>
            <w:r>
              <w:t>.</w:t>
            </w:r>
          </w:p>
        </w:tc>
      </w:tr>
    </w:tbl>
    <w:p w14:paraId="171598AC" w14:textId="77777777" w:rsidR="008E3C2F" w:rsidRPr="007B5DFE" w:rsidRDefault="008E3C2F" w:rsidP="00674B8A">
      <w:pPr>
        <w:rPr>
          <w:lang w:val="de-DE"/>
        </w:rPr>
      </w:pPr>
    </w:p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86"/>
        <w:gridCol w:w="4393"/>
        <w:gridCol w:w="1809"/>
      </w:tblGrid>
      <w:tr w:rsidR="00674B8A" w14:paraId="0D059E1C" w14:textId="77777777" w:rsidTr="007311CB">
        <w:tc>
          <w:tcPr>
            <w:tcW w:w="1661" w:type="pct"/>
            <w:shd w:val="clear" w:color="auto" w:fill="D9D9D9" w:themeFill="background1" w:themeFillShade="D9"/>
          </w:tcPr>
          <w:p w14:paraId="328EAF44" w14:textId="77777777" w:rsidR="00674B8A" w:rsidRPr="00674B8A" w:rsidRDefault="00674B8A" w:rsidP="00D408D9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26E680B2" w14:textId="77777777" w:rsidR="00674B8A" w:rsidRDefault="00674B8A" w:rsidP="00674B8A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73E400F5" w14:textId="77777777" w:rsidR="00674B8A" w:rsidRDefault="00674B8A" w:rsidP="00D408D9">
            <w:r w:rsidRPr="00674B8A">
              <w:t>Deadline</w:t>
            </w:r>
          </w:p>
        </w:tc>
      </w:tr>
      <w:tr w:rsidR="00674B8A" w14:paraId="5B5B5F5A" w14:textId="77777777" w:rsidTr="007311CB">
        <w:tc>
          <w:tcPr>
            <w:tcW w:w="1661" w:type="pct"/>
          </w:tcPr>
          <w:p w14:paraId="2B8F4940" w14:textId="77777777" w:rsidR="00674B8A" w:rsidRDefault="007B5DFE" w:rsidP="00D408D9">
            <w:r>
              <w:t>…</w:t>
            </w:r>
          </w:p>
        </w:tc>
        <w:tc>
          <w:tcPr>
            <w:tcW w:w="2365" w:type="pct"/>
          </w:tcPr>
          <w:p w14:paraId="32F9F51E" w14:textId="77777777" w:rsidR="00674B8A" w:rsidRDefault="007B5DFE" w:rsidP="007B5DFE">
            <w:r>
              <w:t>Andrew</w:t>
            </w:r>
          </w:p>
        </w:tc>
        <w:tc>
          <w:tcPr>
            <w:tcW w:w="974" w:type="pct"/>
          </w:tcPr>
          <w:p w14:paraId="3A3D43B6" w14:textId="77777777" w:rsidR="00674B8A" w:rsidRDefault="007B5DFE" w:rsidP="00D408D9">
            <w:r>
              <w:t>24.12.2008</w:t>
            </w:r>
          </w:p>
        </w:tc>
      </w:tr>
      <w:tr w:rsidR="00674B8A" w14:paraId="2C13FE8F" w14:textId="77777777" w:rsidTr="007311CB">
        <w:tc>
          <w:tcPr>
            <w:tcW w:w="1661" w:type="pct"/>
          </w:tcPr>
          <w:p w14:paraId="5B65EF69" w14:textId="77777777" w:rsidR="00674B8A" w:rsidRDefault="007B5DFE" w:rsidP="00D408D9">
            <w:r>
              <w:t>…</w:t>
            </w:r>
          </w:p>
        </w:tc>
        <w:tc>
          <w:tcPr>
            <w:tcW w:w="2365" w:type="pct"/>
          </w:tcPr>
          <w:p w14:paraId="709E88AD" w14:textId="77777777" w:rsidR="00674B8A" w:rsidRDefault="007B5DFE" w:rsidP="00D408D9">
            <w:r>
              <w:t>Peter</w:t>
            </w:r>
          </w:p>
        </w:tc>
        <w:tc>
          <w:tcPr>
            <w:tcW w:w="974" w:type="pct"/>
          </w:tcPr>
          <w:p w14:paraId="0CEE4684" w14:textId="77777777" w:rsidR="00674B8A" w:rsidRDefault="007B5DFE" w:rsidP="00D408D9">
            <w:r>
              <w:t>24.12.2008</w:t>
            </w:r>
            <w:bookmarkStart w:id="0" w:name="_GoBack"/>
            <w:bookmarkEnd w:id="0"/>
          </w:p>
        </w:tc>
      </w:tr>
      <w:tr w:rsidR="00674B8A" w14:paraId="216E6190" w14:textId="77777777" w:rsidTr="007311CB">
        <w:tc>
          <w:tcPr>
            <w:tcW w:w="1661" w:type="pct"/>
          </w:tcPr>
          <w:p w14:paraId="16198E2A" w14:textId="77777777" w:rsidR="00674B8A" w:rsidRDefault="00674B8A" w:rsidP="00D408D9"/>
        </w:tc>
        <w:tc>
          <w:tcPr>
            <w:tcW w:w="2365" w:type="pct"/>
          </w:tcPr>
          <w:p w14:paraId="6D6FAF68" w14:textId="77777777" w:rsidR="00674B8A" w:rsidRDefault="00674B8A" w:rsidP="00D408D9"/>
        </w:tc>
        <w:tc>
          <w:tcPr>
            <w:tcW w:w="974" w:type="pct"/>
          </w:tcPr>
          <w:p w14:paraId="70A913ED" w14:textId="77777777" w:rsidR="00674B8A" w:rsidRDefault="00674B8A" w:rsidP="00D408D9"/>
        </w:tc>
      </w:tr>
      <w:tr w:rsidR="00674B8A" w14:paraId="4664D5CB" w14:textId="77777777" w:rsidTr="007311CB">
        <w:tc>
          <w:tcPr>
            <w:tcW w:w="1661" w:type="pct"/>
          </w:tcPr>
          <w:p w14:paraId="22A18B89" w14:textId="77777777" w:rsidR="00674B8A" w:rsidRDefault="00674B8A" w:rsidP="00D408D9"/>
        </w:tc>
        <w:tc>
          <w:tcPr>
            <w:tcW w:w="2365" w:type="pct"/>
          </w:tcPr>
          <w:p w14:paraId="2A72BF6B" w14:textId="77777777" w:rsidR="00674B8A" w:rsidRDefault="00674B8A" w:rsidP="00D408D9"/>
        </w:tc>
        <w:tc>
          <w:tcPr>
            <w:tcW w:w="974" w:type="pct"/>
          </w:tcPr>
          <w:p w14:paraId="0F262BA3" w14:textId="77777777" w:rsidR="00674B8A" w:rsidRDefault="00674B8A" w:rsidP="00D408D9"/>
        </w:tc>
      </w:tr>
    </w:tbl>
    <w:p w14:paraId="256AB4D3" w14:textId="77777777" w:rsidR="00674B8A" w:rsidRDefault="00674B8A" w:rsidP="00674B8A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C34158" w14:paraId="2BAD330F" w14:textId="77777777" w:rsidTr="00CB3A9C">
        <w:tc>
          <w:tcPr>
            <w:tcW w:w="1951" w:type="dxa"/>
            <w:shd w:val="clear" w:color="auto" w:fill="D9D9D9" w:themeFill="background1" w:themeFillShade="D9"/>
          </w:tcPr>
          <w:p w14:paraId="09A7C199" w14:textId="77777777" w:rsidR="00C34158" w:rsidRPr="00674B8A" w:rsidRDefault="00C34158" w:rsidP="00CB3A9C">
            <w:r w:rsidRPr="00674B8A">
              <w:t>Agenda item:</w:t>
            </w:r>
          </w:p>
        </w:tc>
        <w:tc>
          <w:tcPr>
            <w:tcW w:w="7261" w:type="dxa"/>
            <w:shd w:val="clear" w:color="auto" w:fill="D9D9D9" w:themeFill="background1" w:themeFillShade="D9"/>
          </w:tcPr>
          <w:sdt>
            <w:sdtPr>
              <w:id w:val="1015115"/>
              <w:placeholder>
                <w:docPart w:val="9CD76A22FDD940899D0C12DC896730E2"/>
              </w:placeholder>
              <w:text/>
            </w:sdtPr>
            <w:sdtEndPr/>
            <w:sdtContent>
              <w:p w14:paraId="03BAADE1" w14:textId="77777777" w:rsidR="00C34158" w:rsidRDefault="00C34158" w:rsidP="00CB3A9C">
                <w:r w:rsidRPr="00674B8A">
                  <w:t xml:space="preserve">&lt;Enter the topic of the </w:t>
                </w:r>
                <w:r>
                  <w:t>Agenda item</w:t>
                </w:r>
                <w:r w:rsidRPr="00674B8A">
                  <w:t xml:space="preserve"> here&gt;</w:t>
                </w:r>
              </w:p>
            </w:sdtContent>
          </w:sdt>
        </w:tc>
      </w:tr>
      <w:tr w:rsidR="00C34158" w14:paraId="5F47FE18" w14:textId="77777777" w:rsidTr="00CB3A9C">
        <w:trPr>
          <w:trHeight w:val="2211"/>
        </w:trPr>
        <w:tc>
          <w:tcPr>
            <w:tcW w:w="9212" w:type="dxa"/>
            <w:gridSpan w:val="2"/>
          </w:tcPr>
          <w:sdt>
            <w:sdtPr>
              <w:rPr>
                <w:rFonts w:asciiTheme="minorHAnsi" w:hAnsiTheme="minorHAnsi" w:cstheme="minorHAnsi"/>
                <w:sz w:val="22"/>
              </w:rPr>
              <w:id w:val="1015116"/>
              <w:placeholder>
                <w:docPart w:val="9CD76A22FDD940899D0C12DC896730E2"/>
              </w:placeholder>
            </w:sdtPr>
            <w:sdtEndPr/>
            <w:sdtContent>
              <w:p w14:paraId="2E8C8145" w14:textId="77777777" w:rsidR="00C34158" w:rsidRPr="007B5DFE" w:rsidRDefault="00C34158" w:rsidP="00CB3A9C">
                <w:pPr>
                  <w:pStyle w:val="StandardWeb"/>
                  <w:numPr>
                    <w:ilvl w:val="0"/>
                    <w:numId w:val="1"/>
                  </w:numPr>
                  <w:rPr>
                    <w:rFonts w:asciiTheme="minorHAnsi" w:hAnsiTheme="minorHAnsi" w:cstheme="minorHAnsi"/>
                    <w:lang w:val="en-US"/>
                  </w:rPr>
                </w:pPr>
                <w:r w:rsidRPr="007B5DFE">
                  <w:rPr>
                    <w:rFonts w:asciiTheme="minorHAnsi" w:hAnsiTheme="minorHAnsi" w:cstheme="minorHAnsi"/>
                    <w:sz w:val="22"/>
                    <w:lang w:val="en-US"/>
                  </w:rPr>
                  <w:t>&lt;Enter a short description of the results&gt;</w:t>
                </w:r>
              </w:p>
            </w:sdtContent>
          </w:sdt>
        </w:tc>
      </w:tr>
    </w:tbl>
    <w:p w14:paraId="67EBCA3D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86"/>
        <w:gridCol w:w="4393"/>
        <w:gridCol w:w="1809"/>
      </w:tblGrid>
      <w:tr w:rsidR="00C34158" w14:paraId="2CAE0F87" w14:textId="77777777" w:rsidTr="00CB3A9C">
        <w:tc>
          <w:tcPr>
            <w:tcW w:w="1661" w:type="pct"/>
            <w:shd w:val="clear" w:color="auto" w:fill="D9D9D9" w:themeFill="background1" w:themeFillShade="D9"/>
          </w:tcPr>
          <w:p w14:paraId="5BBA7919" w14:textId="77777777" w:rsidR="00C34158" w:rsidRPr="00674B8A" w:rsidRDefault="00C34158" w:rsidP="00CB3A9C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1BC4A65A" w14:textId="77777777" w:rsidR="00C34158" w:rsidRDefault="00C34158" w:rsidP="00CB3A9C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622E7E3F" w14:textId="77777777" w:rsidR="00C34158" w:rsidRDefault="00C34158" w:rsidP="00CB3A9C">
            <w:r w:rsidRPr="00674B8A">
              <w:t>Deadline</w:t>
            </w:r>
          </w:p>
        </w:tc>
      </w:tr>
      <w:tr w:rsidR="00C34158" w14:paraId="1D5D56A6" w14:textId="77777777" w:rsidTr="00CB3A9C">
        <w:tc>
          <w:tcPr>
            <w:tcW w:w="1661" w:type="pct"/>
          </w:tcPr>
          <w:p w14:paraId="2C968350" w14:textId="77777777" w:rsidR="00C34158" w:rsidRDefault="00C34158" w:rsidP="00CB3A9C"/>
        </w:tc>
        <w:tc>
          <w:tcPr>
            <w:tcW w:w="2365" w:type="pct"/>
          </w:tcPr>
          <w:p w14:paraId="253862AA" w14:textId="77777777" w:rsidR="00C34158" w:rsidRDefault="00C34158" w:rsidP="00CB3A9C"/>
        </w:tc>
        <w:tc>
          <w:tcPr>
            <w:tcW w:w="974" w:type="pct"/>
          </w:tcPr>
          <w:p w14:paraId="7F2DDBFC" w14:textId="77777777" w:rsidR="00C34158" w:rsidRDefault="00C34158" w:rsidP="00CB3A9C"/>
        </w:tc>
      </w:tr>
      <w:tr w:rsidR="00C34158" w14:paraId="39C82CD7" w14:textId="77777777" w:rsidTr="00CB3A9C">
        <w:tc>
          <w:tcPr>
            <w:tcW w:w="1661" w:type="pct"/>
          </w:tcPr>
          <w:p w14:paraId="20D1DAC6" w14:textId="77777777" w:rsidR="00C34158" w:rsidRDefault="00C34158" w:rsidP="00CB3A9C"/>
        </w:tc>
        <w:tc>
          <w:tcPr>
            <w:tcW w:w="2365" w:type="pct"/>
          </w:tcPr>
          <w:p w14:paraId="2DC2A7CF" w14:textId="77777777" w:rsidR="00C34158" w:rsidRDefault="00C34158" w:rsidP="00CB3A9C"/>
        </w:tc>
        <w:tc>
          <w:tcPr>
            <w:tcW w:w="974" w:type="pct"/>
          </w:tcPr>
          <w:p w14:paraId="1FAC8DC9" w14:textId="77777777" w:rsidR="00C34158" w:rsidRDefault="00C34158" w:rsidP="00CB3A9C"/>
        </w:tc>
      </w:tr>
      <w:tr w:rsidR="00C34158" w14:paraId="663C2995" w14:textId="77777777" w:rsidTr="00CB3A9C">
        <w:tc>
          <w:tcPr>
            <w:tcW w:w="1661" w:type="pct"/>
          </w:tcPr>
          <w:p w14:paraId="4F6CFF42" w14:textId="77777777" w:rsidR="00C34158" w:rsidRDefault="00C34158" w:rsidP="00CB3A9C"/>
        </w:tc>
        <w:tc>
          <w:tcPr>
            <w:tcW w:w="2365" w:type="pct"/>
          </w:tcPr>
          <w:p w14:paraId="238967F0" w14:textId="77777777" w:rsidR="00C34158" w:rsidRDefault="00C34158" w:rsidP="00CB3A9C"/>
        </w:tc>
        <w:tc>
          <w:tcPr>
            <w:tcW w:w="974" w:type="pct"/>
          </w:tcPr>
          <w:p w14:paraId="6965174F" w14:textId="77777777" w:rsidR="00C34158" w:rsidRDefault="00C34158" w:rsidP="00CB3A9C"/>
        </w:tc>
      </w:tr>
      <w:tr w:rsidR="00C34158" w14:paraId="482F9B67" w14:textId="77777777" w:rsidTr="00CB3A9C">
        <w:tc>
          <w:tcPr>
            <w:tcW w:w="1661" w:type="pct"/>
          </w:tcPr>
          <w:p w14:paraId="2D142AF2" w14:textId="77777777" w:rsidR="00C34158" w:rsidRDefault="00C34158" w:rsidP="00CB3A9C"/>
        </w:tc>
        <w:tc>
          <w:tcPr>
            <w:tcW w:w="2365" w:type="pct"/>
          </w:tcPr>
          <w:p w14:paraId="79C05C61" w14:textId="77777777" w:rsidR="00C34158" w:rsidRDefault="00C34158" w:rsidP="00CB3A9C"/>
        </w:tc>
        <w:tc>
          <w:tcPr>
            <w:tcW w:w="974" w:type="pct"/>
          </w:tcPr>
          <w:p w14:paraId="63A4E69A" w14:textId="77777777" w:rsidR="00C34158" w:rsidRDefault="00C34158" w:rsidP="00CB3A9C"/>
        </w:tc>
      </w:tr>
    </w:tbl>
    <w:p w14:paraId="6569A91D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C34158" w14:paraId="4CA94283" w14:textId="77777777" w:rsidTr="00C34158">
        <w:tc>
          <w:tcPr>
            <w:tcW w:w="1967" w:type="dxa"/>
            <w:shd w:val="clear" w:color="auto" w:fill="D9D9D9" w:themeFill="background1" w:themeFillShade="D9"/>
          </w:tcPr>
          <w:p w14:paraId="2189B08D" w14:textId="77777777" w:rsidR="00C34158" w:rsidRPr="00674B8A" w:rsidRDefault="00C34158" w:rsidP="00CB3A9C">
            <w:r>
              <w:br w:type="page"/>
            </w:r>
            <w:r w:rsidRPr="00674B8A">
              <w:t>Agenda item:</w:t>
            </w:r>
          </w:p>
        </w:tc>
        <w:tc>
          <w:tcPr>
            <w:tcW w:w="7321" w:type="dxa"/>
            <w:shd w:val="clear" w:color="auto" w:fill="D9D9D9" w:themeFill="background1" w:themeFillShade="D9"/>
          </w:tcPr>
          <w:sdt>
            <w:sdtPr>
              <w:id w:val="1015117"/>
              <w:placeholder>
                <w:docPart w:val="5F1439D1169D4568AA3C9A6360165912"/>
              </w:placeholder>
              <w:text/>
            </w:sdtPr>
            <w:sdtEndPr/>
            <w:sdtContent>
              <w:p w14:paraId="3A46E418" w14:textId="77777777" w:rsidR="00C34158" w:rsidRDefault="00C34158" w:rsidP="00CB3A9C">
                <w:r w:rsidRPr="00674B8A">
                  <w:t xml:space="preserve">&lt;Enter the topic of the </w:t>
                </w:r>
                <w:r>
                  <w:t>Agenda item</w:t>
                </w:r>
                <w:r w:rsidRPr="00674B8A">
                  <w:t xml:space="preserve"> here&gt;</w:t>
                </w:r>
              </w:p>
            </w:sdtContent>
          </w:sdt>
        </w:tc>
      </w:tr>
      <w:tr w:rsidR="00C34158" w14:paraId="2CAB300F" w14:textId="77777777" w:rsidTr="00C34158">
        <w:trPr>
          <w:trHeight w:val="2211"/>
        </w:trPr>
        <w:tc>
          <w:tcPr>
            <w:tcW w:w="9288" w:type="dxa"/>
            <w:gridSpan w:val="2"/>
          </w:tcPr>
          <w:sdt>
            <w:sdtPr>
              <w:rPr>
                <w:rFonts w:asciiTheme="minorHAnsi" w:hAnsiTheme="minorHAnsi" w:cstheme="minorHAnsi"/>
                <w:sz w:val="22"/>
              </w:rPr>
              <w:id w:val="1015118"/>
              <w:placeholder>
                <w:docPart w:val="5F1439D1169D4568AA3C9A6360165912"/>
              </w:placeholder>
            </w:sdtPr>
            <w:sdtEndPr/>
            <w:sdtContent>
              <w:p w14:paraId="1469749C" w14:textId="77777777" w:rsidR="00C34158" w:rsidRPr="007B5DFE" w:rsidRDefault="00C34158" w:rsidP="00CB3A9C">
                <w:pPr>
                  <w:pStyle w:val="StandardWeb"/>
                  <w:numPr>
                    <w:ilvl w:val="0"/>
                    <w:numId w:val="1"/>
                  </w:numPr>
                  <w:rPr>
                    <w:rFonts w:asciiTheme="minorHAnsi" w:hAnsiTheme="minorHAnsi" w:cstheme="minorHAnsi"/>
                    <w:lang w:val="en-US"/>
                  </w:rPr>
                </w:pPr>
                <w:r w:rsidRPr="007B5DFE">
                  <w:rPr>
                    <w:rFonts w:asciiTheme="minorHAnsi" w:hAnsiTheme="minorHAnsi" w:cstheme="minorHAnsi"/>
                    <w:sz w:val="22"/>
                    <w:lang w:val="en-US"/>
                  </w:rPr>
                  <w:t>&lt;Enter a short description of the results&gt;</w:t>
                </w:r>
              </w:p>
            </w:sdtContent>
          </w:sdt>
        </w:tc>
      </w:tr>
    </w:tbl>
    <w:p w14:paraId="3E5F6972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86"/>
        <w:gridCol w:w="4393"/>
        <w:gridCol w:w="1809"/>
      </w:tblGrid>
      <w:tr w:rsidR="00C34158" w14:paraId="39CA9E4A" w14:textId="77777777" w:rsidTr="00CB3A9C">
        <w:tc>
          <w:tcPr>
            <w:tcW w:w="1661" w:type="pct"/>
            <w:shd w:val="clear" w:color="auto" w:fill="D9D9D9" w:themeFill="background1" w:themeFillShade="D9"/>
          </w:tcPr>
          <w:p w14:paraId="6D5D0484" w14:textId="77777777" w:rsidR="00C34158" w:rsidRPr="00674B8A" w:rsidRDefault="00C34158" w:rsidP="00CB3A9C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24832E72" w14:textId="77777777" w:rsidR="00C34158" w:rsidRDefault="00C34158" w:rsidP="00CB3A9C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579993DE" w14:textId="77777777" w:rsidR="00C34158" w:rsidRDefault="00C34158" w:rsidP="00CB3A9C">
            <w:r w:rsidRPr="00674B8A">
              <w:t>Deadline</w:t>
            </w:r>
          </w:p>
        </w:tc>
      </w:tr>
      <w:tr w:rsidR="00C34158" w14:paraId="02770BE4" w14:textId="77777777" w:rsidTr="00CB3A9C">
        <w:tc>
          <w:tcPr>
            <w:tcW w:w="1661" w:type="pct"/>
          </w:tcPr>
          <w:p w14:paraId="2D275347" w14:textId="77777777" w:rsidR="00C34158" w:rsidRDefault="00C34158" w:rsidP="00CB3A9C"/>
        </w:tc>
        <w:tc>
          <w:tcPr>
            <w:tcW w:w="2365" w:type="pct"/>
          </w:tcPr>
          <w:p w14:paraId="58B28ED4" w14:textId="77777777" w:rsidR="00C34158" w:rsidRDefault="00C34158" w:rsidP="00CB3A9C"/>
        </w:tc>
        <w:tc>
          <w:tcPr>
            <w:tcW w:w="974" w:type="pct"/>
          </w:tcPr>
          <w:p w14:paraId="551E3228" w14:textId="77777777" w:rsidR="00C34158" w:rsidRDefault="00C34158" w:rsidP="00CB3A9C"/>
        </w:tc>
      </w:tr>
      <w:tr w:rsidR="00C34158" w14:paraId="360EC76B" w14:textId="77777777" w:rsidTr="00CB3A9C">
        <w:tc>
          <w:tcPr>
            <w:tcW w:w="1661" w:type="pct"/>
          </w:tcPr>
          <w:p w14:paraId="2C0FD7C3" w14:textId="77777777" w:rsidR="00C34158" w:rsidRDefault="00C34158" w:rsidP="00CB3A9C"/>
        </w:tc>
        <w:tc>
          <w:tcPr>
            <w:tcW w:w="2365" w:type="pct"/>
          </w:tcPr>
          <w:p w14:paraId="76D51494" w14:textId="77777777" w:rsidR="00C34158" w:rsidRDefault="00C34158" w:rsidP="00CB3A9C"/>
        </w:tc>
        <w:tc>
          <w:tcPr>
            <w:tcW w:w="974" w:type="pct"/>
          </w:tcPr>
          <w:p w14:paraId="67836035" w14:textId="77777777" w:rsidR="00C34158" w:rsidRDefault="00C34158" w:rsidP="00CB3A9C"/>
        </w:tc>
      </w:tr>
      <w:tr w:rsidR="00C34158" w14:paraId="21A586A5" w14:textId="77777777" w:rsidTr="00CB3A9C">
        <w:tc>
          <w:tcPr>
            <w:tcW w:w="1661" w:type="pct"/>
          </w:tcPr>
          <w:p w14:paraId="70051881" w14:textId="77777777" w:rsidR="00C34158" w:rsidRDefault="00C34158" w:rsidP="00CB3A9C"/>
        </w:tc>
        <w:tc>
          <w:tcPr>
            <w:tcW w:w="2365" w:type="pct"/>
          </w:tcPr>
          <w:p w14:paraId="0E89F564" w14:textId="77777777" w:rsidR="00C34158" w:rsidRDefault="00C34158" w:rsidP="00CB3A9C"/>
        </w:tc>
        <w:tc>
          <w:tcPr>
            <w:tcW w:w="974" w:type="pct"/>
          </w:tcPr>
          <w:p w14:paraId="5D97BFCA" w14:textId="77777777" w:rsidR="00C34158" w:rsidRDefault="00C34158" w:rsidP="00CB3A9C"/>
        </w:tc>
      </w:tr>
      <w:tr w:rsidR="00C34158" w14:paraId="728A3100" w14:textId="77777777" w:rsidTr="00CB3A9C">
        <w:tc>
          <w:tcPr>
            <w:tcW w:w="1661" w:type="pct"/>
          </w:tcPr>
          <w:p w14:paraId="662B2EBF" w14:textId="77777777" w:rsidR="00C34158" w:rsidRDefault="00C34158" w:rsidP="00CB3A9C"/>
        </w:tc>
        <w:tc>
          <w:tcPr>
            <w:tcW w:w="2365" w:type="pct"/>
          </w:tcPr>
          <w:p w14:paraId="21AD482E" w14:textId="77777777" w:rsidR="00C34158" w:rsidRDefault="00C34158" w:rsidP="00CB3A9C"/>
        </w:tc>
        <w:tc>
          <w:tcPr>
            <w:tcW w:w="974" w:type="pct"/>
          </w:tcPr>
          <w:p w14:paraId="0FB6CAAE" w14:textId="77777777" w:rsidR="00C34158" w:rsidRDefault="00C34158" w:rsidP="00CB3A9C"/>
        </w:tc>
      </w:tr>
    </w:tbl>
    <w:p w14:paraId="3A86CB41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C34158" w14:paraId="7582223B" w14:textId="77777777" w:rsidTr="00CB3A9C">
        <w:tc>
          <w:tcPr>
            <w:tcW w:w="1967" w:type="dxa"/>
            <w:shd w:val="clear" w:color="auto" w:fill="D9D9D9" w:themeFill="background1" w:themeFillShade="D9"/>
          </w:tcPr>
          <w:p w14:paraId="60305900" w14:textId="77777777" w:rsidR="00C34158" w:rsidRPr="00674B8A" w:rsidRDefault="00C34158" w:rsidP="00CB3A9C">
            <w:r w:rsidRPr="00674B8A">
              <w:t>Agenda item:</w:t>
            </w:r>
          </w:p>
        </w:tc>
        <w:tc>
          <w:tcPr>
            <w:tcW w:w="7321" w:type="dxa"/>
            <w:shd w:val="clear" w:color="auto" w:fill="D9D9D9" w:themeFill="background1" w:themeFillShade="D9"/>
          </w:tcPr>
          <w:sdt>
            <w:sdtPr>
              <w:id w:val="1015119"/>
              <w:placeholder>
                <w:docPart w:val="40BEB7D20EBC492A9ED4452B7D0C6263"/>
              </w:placeholder>
              <w:text/>
            </w:sdtPr>
            <w:sdtEndPr/>
            <w:sdtContent>
              <w:p w14:paraId="39D32D6B" w14:textId="77777777" w:rsidR="00C34158" w:rsidRDefault="00C34158" w:rsidP="00CB3A9C">
                <w:r w:rsidRPr="00674B8A">
                  <w:t xml:space="preserve">&lt;Enter the topic of the </w:t>
                </w:r>
                <w:r>
                  <w:t>Agenda item</w:t>
                </w:r>
                <w:r w:rsidRPr="00674B8A">
                  <w:t xml:space="preserve"> here&gt;</w:t>
                </w:r>
              </w:p>
            </w:sdtContent>
          </w:sdt>
        </w:tc>
      </w:tr>
      <w:tr w:rsidR="00C34158" w14:paraId="647029F2" w14:textId="77777777" w:rsidTr="00CB3A9C">
        <w:trPr>
          <w:trHeight w:val="2211"/>
        </w:trPr>
        <w:tc>
          <w:tcPr>
            <w:tcW w:w="9288" w:type="dxa"/>
            <w:gridSpan w:val="2"/>
          </w:tcPr>
          <w:sdt>
            <w:sdtPr>
              <w:rPr>
                <w:rFonts w:asciiTheme="minorHAnsi" w:hAnsiTheme="minorHAnsi" w:cstheme="minorHAnsi"/>
                <w:sz w:val="22"/>
              </w:rPr>
              <w:id w:val="1015120"/>
              <w:placeholder>
                <w:docPart w:val="40BEB7D20EBC492A9ED4452B7D0C6263"/>
              </w:placeholder>
            </w:sdtPr>
            <w:sdtEndPr/>
            <w:sdtContent>
              <w:p w14:paraId="1C6832C3" w14:textId="77777777" w:rsidR="00C34158" w:rsidRPr="007B5DFE" w:rsidRDefault="00C34158" w:rsidP="00CB3A9C">
                <w:pPr>
                  <w:pStyle w:val="StandardWeb"/>
                  <w:numPr>
                    <w:ilvl w:val="0"/>
                    <w:numId w:val="1"/>
                  </w:numPr>
                  <w:rPr>
                    <w:rFonts w:asciiTheme="minorHAnsi" w:hAnsiTheme="minorHAnsi" w:cstheme="minorHAnsi"/>
                    <w:lang w:val="en-US"/>
                  </w:rPr>
                </w:pPr>
                <w:r w:rsidRPr="007B5DFE">
                  <w:rPr>
                    <w:rFonts w:asciiTheme="minorHAnsi" w:hAnsiTheme="minorHAnsi" w:cstheme="minorHAnsi"/>
                    <w:sz w:val="22"/>
                    <w:lang w:val="en-US"/>
                  </w:rPr>
                  <w:t>&lt;Enter a short description of the results&gt;</w:t>
                </w:r>
              </w:p>
            </w:sdtContent>
          </w:sdt>
        </w:tc>
      </w:tr>
    </w:tbl>
    <w:p w14:paraId="3E061137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86"/>
        <w:gridCol w:w="4393"/>
        <w:gridCol w:w="1809"/>
      </w:tblGrid>
      <w:tr w:rsidR="00C34158" w14:paraId="7E3A938D" w14:textId="77777777" w:rsidTr="00CB3A9C">
        <w:tc>
          <w:tcPr>
            <w:tcW w:w="1661" w:type="pct"/>
            <w:shd w:val="clear" w:color="auto" w:fill="D9D9D9" w:themeFill="background1" w:themeFillShade="D9"/>
          </w:tcPr>
          <w:p w14:paraId="09CF3ED4" w14:textId="77777777" w:rsidR="00C34158" w:rsidRPr="00674B8A" w:rsidRDefault="00C34158" w:rsidP="00CB3A9C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6EAA084E" w14:textId="77777777" w:rsidR="00C34158" w:rsidRDefault="00C34158" w:rsidP="00CB3A9C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0C0D8882" w14:textId="77777777" w:rsidR="00C34158" w:rsidRDefault="00C34158" w:rsidP="00CB3A9C">
            <w:r w:rsidRPr="00674B8A">
              <w:t>Deadline</w:t>
            </w:r>
          </w:p>
        </w:tc>
      </w:tr>
      <w:tr w:rsidR="00C34158" w14:paraId="3AE86E27" w14:textId="77777777" w:rsidTr="00CB3A9C">
        <w:tc>
          <w:tcPr>
            <w:tcW w:w="1661" w:type="pct"/>
          </w:tcPr>
          <w:p w14:paraId="283B8E7F" w14:textId="77777777" w:rsidR="00C34158" w:rsidRDefault="00C34158" w:rsidP="00CB3A9C"/>
        </w:tc>
        <w:tc>
          <w:tcPr>
            <w:tcW w:w="2365" w:type="pct"/>
          </w:tcPr>
          <w:p w14:paraId="0FD664CC" w14:textId="77777777" w:rsidR="00C34158" w:rsidRDefault="00C34158" w:rsidP="00CB3A9C"/>
        </w:tc>
        <w:tc>
          <w:tcPr>
            <w:tcW w:w="974" w:type="pct"/>
          </w:tcPr>
          <w:p w14:paraId="2EE5A49A" w14:textId="77777777" w:rsidR="00C34158" w:rsidRDefault="00C34158" w:rsidP="00CB3A9C"/>
        </w:tc>
      </w:tr>
      <w:tr w:rsidR="00C34158" w14:paraId="7161CF1E" w14:textId="77777777" w:rsidTr="00CB3A9C">
        <w:tc>
          <w:tcPr>
            <w:tcW w:w="1661" w:type="pct"/>
          </w:tcPr>
          <w:p w14:paraId="01D6AF94" w14:textId="77777777" w:rsidR="00C34158" w:rsidRDefault="00C34158" w:rsidP="00CB3A9C"/>
        </w:tc>
        <w:tc>
          <w:tcPr>
            <w:tcW w:w="2365" w:type="pct"/>
          </w:tcPr>
          <w:p w14:paraId="241A7957" w14:textId="77777777" w:rsidR="00C34158" w:rsidRDefault="00C34158" w:rsidP="00CB3A9C"/>
        </w:tc>
        <w:tc>
          <w:tcPr>
            <w:tcW w:w="974" w:type="pct"/>
          </w:tcPr>
          <w:p w14:paraId="26ADB768" w14:textId="77777777" w:rsidR="00C34158" w:rsidRDefault="00C34158" w:rsidP="00CB3A9C"/>
        </w:tc>
      </w:tr>
      <w:tr w:rsidR="00C34158" w14:paraId="0FBC7CFB" w14:textId="77777777" w:rsidTr="00CB3A9C">
        <w:tc>
          <w:tcPr>
            <w:tcW w:w="1661" w:type="pct"/>
          </w:tcPr>
          <w:p w14:paraId="5053B6E5" w14:textId="77777777" w:rsidR="00C34158" w:rsidRDefault="00C34158" w:rsidP="00CB3A9C"/>
        </w:tc>
        <w:tc>
          <w:tcPr>
            <w:tcW w:w="2365" w:type="pct"/>
          </w:tcPr>
          <w:p w14:paraId="369C58EB" w14:textId="77777777" w:rsidR="00C34158" w:rsidRDefault="00C34158" w:rsidP="00CB3A9C"/>
        </w:tc>
        <w:tc>
          <w:tcPr>
            <w:tcW w:w="974" w:type="pct"/>
          </w:tcPr>
          <w:p w14:paraId="270BEE2A" w14:textId="77777777" w:rsidR="00C34158" w:rsidRDefault="00C34158" w:rsidP="00CB3A9C"/>
        </w:tc>
      </w:tr>
      <w:tr w:rsidR="00C34158" w14:paraId="3AC3CAC6" w14:textId="77777777" w:rsidTr="00CB3A9C">
        <w:tc>
          <w:tcPr>
            <w:tcW w:w="1661" w:type="pct"/>
          </w:tcPr>
          <w:p w14:paraId="4D1353BE" w14:textId="77777777" w:rsidR="00C34158" w:rsidRDefault="00C34158" w:rsidP="00CB3A9C"/>
        </w:tc>
        <w:tc>
          <w:tcPr>
            <w:tcW w:w="2365" w:type="pct"/>
          </w:tcPr>
          <w:p w14:paraId="79808074" w14:textId="77777777" w:rsidR="00C34158" w:rsidRDefault="00C34158" w:rsidP="00CB3A9C"/>
        </w:tc>
        <w:tc>
          <w:tcPr>
            <w:tcW w:w="974" w:type="pct"/>
          </w:tcPr>
          <w:p w14:paraId="51CCD993" w14:textId="77777777" w:rsidR="00C34158" w:rsidRDefault="00C34158" w:rsidP="00CB3A9C"/>
        </w:tc>
      </w:tr>
    </w:tbl>
    <w:p w14:paraId="0446D6C4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C34158" w14:paraId="27558C6C" w14:textId="77777777" w:rsidTr="00CB3A9C">
        <w:tc>
          <w:tcPr>
            <w:tcW w:w="1967" w:type="dxa"/>
            <w:shd w:val="clear" w:color="auto" w:fill="D9D9D9" w:themeFill="background1" w:themeFillShade="D9"/>
          </w:tcPr>
          <w:p w14:paraId="2CA9BF99" w14:textId="77777777" w:rsidR="00C34158" w:rsidRPr="00674B8A" w:rsidRDefault="00C34158" w:rsidP="00CB3A9C">
            <w:r w:rsidRPr="00674B8A">
              <w:t>Agenda item:</w:t>
            </w:r>
          </w:p>
        </w:tc>
        <w:tc>
          <w:tcPr>
            <w:tcW w:w="7321" w:type="dxa"/>
            <w:shd w:val="clear" w:color="auto" w:fill="D9D9D9" w:themeFill="background1" w:themeFillShade="D9"/>
          </w:tcPr>
          <w:sdt>
            <w:sdtPr>
              <w:id w:val="1015121"/>
              <w:placeholder>
                <w:docPart w:val="BB3EB04DCF134CEEB36771A8352926F3"/>
              </w:placeholder>
              <w:text/>
            </w:sdtPr>
            <w:sdtEndPr/>
            <w:sdtContent>
              <w:p w14:paraId="0728125F" w14:textId="77777777" w:rsidR="00C34158" w:rsidRDefault="00C34158" w:rsidP="00CB3A9C">
                <w:r w:rsidRPr="00674B8A">
                  <w:t xml:space="preserve">&lt;Enter the topic of the </w:t>
                </w:r>
                <w:r>
                  <w:t>Agenda item</w:t>
                </w:r>
                <w:r w:rsidRPr="00674B8A">
                  <w:t xml:space="preserve"> here&gt;</w:t>
                </w:r>
              </w:p>
            </w:sdtContent>
          </w:sdt>
        </w:tc>
      </w:tr>
      <w:tr w:rsidR="00C34158" w14:paraId="3F6DDE9F" w14:textId="77777777" w:rsidTr="00CB3A9C">
        <w:trPr>
          <w:trHeight w:val="2211"/>
        </w:trPr>
        <w:tc>
          <w:tcPr>
            <w:tcW w:w="9288" w:type="dxa"/>
            <w:gridSpan w:val="2"/>
          </w:tcPr>
          <w:sdt>
            <w:sdtPr>
              <w:rPr>
                <w:rFonts w:asciiTheme="minorHAnsi" w:hAnsiTheme="minorHAnsi" w:cstheme="minorHAnsi"/>
                <w:sz w:val="22"/>
              </w:rPr>
              <w:id w:val="1015122"/>
              <w:placeholder>
                <w:docPart w:val="BB3EB04DCF134CEEB36771A8352926F3"/>
              </w:placeholder>
            </w:sdtPr>
            <w:sdtEndPr/>
            <w:sdtContent>
              <w:p w14:paraId="17F8D0C5" w14:textId="77777777" w:rsidR="00C34158" w:rsidRPr="007B5DFE" w:rsidRDefault="00C34158" w:rsidP="00CB3A9C">
                <w:pPr>
                  <w:pStyle w:val="StandardWeb"/>
                  <w:numPr>
                    <w:ilvl w:val="0"/>
                    <w:numId w:val="1"/>
                  </w:numPr>
                  <w:rPr>
                    <w:rFonts w:asciiTheme="minorHAnsi" w:hAnsiTheme="minorHAnsi" w:cstheme="minorHAnsi"/>
                    <w:lang w:val="en-US"/>
                  </w:rPr>
                </w:pPr>
                <w:r w:rsidRPr="007B5DFE">
                  <w:rPr>
                    <w:rFonts w:asciiTheme="minorHAnsi" w:hAnsiTheme="minorHAnsi" w:cstheme="minorHAnsi"/>
                    <w:sz w:val="22"/>
                    <w:lang w:val="en-US"/>
                  </w:rPr>
                  <w:t>&lt;Enter a short description of the results&gt;</w:t>
                </w:r>
              </w:p>
            </w:sdtContent>
          </w:sdt>
        </w:tc>
      </w:tr>
    </w:tbl>
    <w:p w14:paraId="7502576B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8"/>
        <w:gridCol w:w="1118"/>
        <w:gridCol w:w="4393"/>
        <w:gridCol w:w="1809"/>
      </w:tblGrid>
      <w:tr w:rsidR="00C34158" w14:paraId="0771B702" w14:textId="77777777" w:rsidTr="00CB3A9C">
        <w:tc>
          <w:tcPr>
            <w:tcW w:w="1661" w:type="pct"/>
            <w:gridSpan w:val="2"/>
            <w:shd w:val="clear" w:color="auto" w:fill="D9D9D9" w:themeFill="background1" w:themeFillShade="D9"/>
          </w:tcPr>
          <w:p w14:paraId="75E0A605" w14:textId="77777777" w:rsidR="00C34158" w:rsidRPr="00674B8A" w:rsidRDefault="00C34158" w:rsidP="00CB3A9C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464DFB49" w14:textId="77777777" w:rsidR="00C34158" w:rsidRDefault="00C34158" w:rsidP="00CB3A9C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38AE07E5" w14:textId="77777777" w:rsidR="00C34158" w:rsidRDefault="00C34158" w:rsidP="00CB3A9C">
            <w:r w:rsidRPr="00674B8A">
              <w:t>Deadline</w:t>
            </w:r>
          </w:p>
        </w:tc>
      </w:tr>
      <w:tr w:rsidR="00C34158" w14:paraId="4F921306" w14:textId="77777777" w:rsidTr="00CB3A9C">
        <w:tc>
          <w:tcPr>
            <w:tcW w:w="1661" w:type="pct"/>
            <w:gridSpan w:val="2"/>
          </w:tcPr>
          <w:p w14:paraId="308680E6" w14:textId="77777777" w:rsidR="00C34158" w:rsidRDefault="00C34158" w:rsidP="00CB3A9C"/>
        </w:tc>
        <w:tc>
          <w:tcPr>
            <w:tcW w:w="2365" w:type="pct"/>
          </w:tcPr>
          <w:p w14:paraId="330BC1BC" w14:textId="77777777" w:rsidR="00C34158" w:rsidRDefault="00C34158" w:rsidP="00CB3A9C"/>
        </w:tc>
        <w:tc>
          <w:tcPr>
            <w:tcW w:w="974" w:type="pct"/>
          </w:tcPr>
          <w:p w14:paraId="65141C64" w14:textId="77777777" w:rsidR="00C34158" w:rsidRDefault="00C34158" w:rsidP="00CB3A9C"/>
        </w:tc>
      </w:tr>
      <w:tr w:rsidR="00C34158" w14:paraId="0BA4AAE8" w14:textId="77777777" w:rsidTr="00CB3A9C">
        <w:tc>
          <w:tcPr>
            <w:tcW w:w="1661" w:type="pct"/>
            <w:gridSpan w:val="2"/>
          </w:tcPr>
          <w:p w14:paraId="31F0C032" w14:textId="77777777" w:rsidR="00C34158" w:rsidRDefault="00C34158" w:rsidP="00CB3A9C"/>
        </w:tc>
        <w:tc>
          <w:tcPr>
            <w:tcW w:w="2365" w:type="pct"/>
          </w:tcPr>
          <w:p w14:paraId="7C0A1108" w14:textId="77777777" w:rsidR="00C34158" w:rsidRDefault="00C34158" w:rsidP="00CB3A9C"/>
        </w:tc>
        <w:tc>
          <w:tcPr>
            <w:tcW w:w="974" w:type="pct"/>
          </w:tcPr>
          <w:p w14:paraId="293C5C10" w14:textId="77777777" w:rsidR="00C34158" w:rsidRDefault="00C34158" w:rsidP="00CB3A9C"/>
        </w:tc>
      </w:tr>
      <w:tr w:rsidR="00C34158" w14:paraId="10EC395A" w14:textId="77777777" w:rsidTr="00CB3A9C">
        <w:tc>
          <w:tcPr>
            <w:tcW w:w="1661" w:type="pct"/>
            <w:gridSpan w:val="2"/>
          </w:tcPr>
          <w:p w14:paraId="473D38A2" w14:textId="77777777" w:rsidR="00C34158" w:rsidRDefault="00C34158" w:rsidP="00CB3A9C"/>
        </w:tc>
        <w:tc>
          <w:tcPr>
            <w:tcW w:w="2365" w:type="pct"/>
          </w:tcPr>
          <w:p w14:paraId="12B27B17" w14:textId="77777777" w:rsidR="00C34158" w:rsidRDefault="00C34158" w:rsidP="00CB3A9C"/>
        </w:tc>
        <w:tc>
          <w:tcPr>
            <w:tcW w:w="974" w:type="pct"/>
          </w:tcPr>
          <w:p w14:paraId="6428EBD5" w14:textId="77777777" w:rsidR="00C34158" w:rsidRDefault="00C34158" w:rsidP="00CB3A9C"/>
        </w:tc>
      </w:tr>
      <w:tr w:rsidR="00C34158" w14:paraId="23DDA67A" w14:textId="77777777" w:rsidTr="00CB3A9C">
        <w:tc>
          <w:tcPr>
            <w:tcW w:w="1661" w:type="pct"/>
            <w:gridSpan w:val="2"/>
          </w:tcPr>
          <w:p w14:paraId="5160E58C" w14:textId="77777777" w:rsidR="00C34158" w:rsidRDefault="00C34158" w:rsidP="00CB3A9C"/>
        </w:tc>
        <w:tc>
          <w:tcPr>
            <w:tcW w:w="2365" w:type="pct"/>
          </w:tcPr>
          <w:p w14:paraId="0D52FA03" w14:textId="77777777" w:rsidR="00C34158" w:rsidRDefault="00C34158" w:rsidP="00CB3A9C"/>
        </w:tc>
        <w:tc>
          <w:tcPr>
            <w:tcW w:w="974" w:type="pct"/>
          </w:tcPr>
          <w:p w14:paraId="434E09E0" w14:textId="77777777" w:rsidR="00C34158" w:rsidRDefault="00C34158" w:rsidP="00CB3A9C"/>
        </w:tc>
      </w:tr>
      <w:tr w:rsidR="00C34158" w14:paraId="5FC0EA50" w14:textId="77777777" w:rsidTr="00C34158">
        <w:tc>
          <w:tcPr>
            <w:tcW w:w="1059" w:type="pct"/>
            <w:shd w:val="clear" w:color="auto" w:fill="D9D9D9" w:themeFill="background1" w:themeFillShade="D9"/>
          </w:tcPr>
          <w:p w14:paraId="09485078" w14:textId="77777777" w:rsidR="00C34158" w:rsidRPr="00674B8A" w:rsidRDefault="00C34158" w:rsidP="00CB3A9C">
            <w:r>
              <w:br w:type="page"/>
            </w:r>
            <w:r w:rsidRPr="00674B8A">
              <w:t>Agenda item:</w:t>
            </w:r>
          </w:p>
        </w:tc>
        <w:tc>
          <w:tcPr>
            <w:tcW w:w="3941" w:type="pct"/>
            <w:gridSpan w:val="3"/>
            <w:shd w:val="clear" w:color="auto" w:fill="D9D9D9" w:themeFill="background1" w:themeFillShade="D9"/>
          </w:tcPr>
          <w:sdt>
            <w:sdtPr>
              <w:id w:val="1015123"/>
              <w:placeholder>
                <w:docPart w:val="28D9A9ED25B14093961D50DFCBB83D08"/>
              </w:placeholder>
              <w:text/>
            </w:sdtPr>
            <w:sdtEndPr/>
            <w:sdtContent>
              <w:p w14:paraId="3643BD46" w14:textId="77777777" w:rsidR="00C34158" w:rsidRDefault="00C34158" w:rsidP="00CB3A9C">
                <w:r w:rsidRPr="00674B8A">
                  <w:t xml:space="preserve">&lt;Enter the topic of the </w:t>
                </w:r>
                <w:r>
                  <w:t>Agenda item</w:t>
                </w:r>
                <w:r w:rsidRPr="00674B8A">
                  <w:t xml:space="preserve"> here&gt;</w:t>
                </w:r>
              </w:p>
            </w:sdtContent>
          </w:sdt>
        </w:tc>
      </w:tr>
      <w:tr w:rsidR="00C34158" w14:paraId="57748216" w14:textId="77777777" w:rsidTr="00C34158">
        <w:trPr>
          <w:trHeight w:val="2211"/>
        </w:trPr>
        <w:tc>
          <w:tcPr>
            <w:tcW w:w="5000" w:type="pct"/>
            <w:gridSpan w:val="4"/>
          </w:tcPr>
          <w:sdt>
            <w:sdtPr>
              <w:rPr>
                <w:rFonts w:asciiTheme="minorHAnsi" w:hAnsiTheme="minorHAnsi" w:cstheme="minorHAnsi"/>
                <w:sz w:val="22"/>
              </w:rPr>
              <w:id w:val="1015124"/>
              <w:placeholder>
                <w:docPart w:val="28D9A9ED25B14093961D50DFCBB83D08"/>
              </w:placeholder>
            </w:sdtPr>
            <w:sdtEndPr/>
            <w:sdtContent>
              <w:p w14:paraId="06E9EEA2" w14:textId="77777777" w:rsidR="00C34158" w:rsidRPr="007B5DFE" w:rsidRDefault="00C34158" w:rsidP="00CB3A9C">
                <w:pPr>
                  <w:pStyle w:val="StandardWeb"/>
                  <w:numPr>
                    <w:ilvl w:val="0"/>
                    <w:numId w:val="1"/>
                  </w:numPr>
                  <w:rPr>
                    <w:rFonts w:asciiTheme="minorHAnsi" w:hAnsiTheme="minorHAnsi" w:cstheme="minorHAnsi"/>
                    <w:lang w:val="en-US"/>
                  </w:rPr>
                </w:pPr>
                <w:r w:rsidRPr="007B5DFE">
                  <w:rPr>
                    <w:rFonts w:asciiTheme="minorHAnsi" w:hAnsiTheme="minorHAnsi" w:cstheme="minorHAnsi"/>
                    <w:sz w:val="22"/>
                    <w:lang w:val="en-US"/>
                  </w:rPr>
                  <w:t>&lt;Enter a short description of the results&gt;</w:t>
                </w:r>
              </w:p>
            </w:sdtContent>
          </w:sdt>
        </w:tc>
      </w:tr>
    </w:tbl>
    <w:p w14:paraId="2BAF598A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86"/>
        <w:gridCol w:w="4393"/>
        <w:gridCol w:w="1809"/>
      </w:tblGrid>
      <w:tr w:rsidR="00C34158" w14:paraId="0A699F1A" w14:textId="77777777" w:rsidTr="00CB3A9C">
        <w:tc>
          <w:tcPr>
            <w:tcW w:w="1661" w:type="pct"/>
            <w:shd w:val="clear" w:color="auto" w:fill="D9D9D9" w:themeFill="background1" w:themeFillShade="D9"/>
          </w:tcPr>
          <w:p w14:paraId="010ACAEB" w14:textId="77777777" w:rsidR="00C34158" w:rsidRPr="00674B8A" w:rsidRDefault="00C34158" w:rsidP="00CB3A9C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16174D4D" w14:textId="77777777" w:rsidR="00C34158" w:rsidRDefault="00C34158" w:rsidP="00CB3A9C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16FD31BB" w14:textId="77777777" w:rsidR="00C34158" w:rsidRDefault="00C34158" w:rsidP="00CB3A9C">
            <w:r w:rsidRPr="00674B8A">
              <w:t>Deadline</w:t>
            </w:r>
          </w:p>
        </w:tc>
      </w:tr>
      <w:tr w:rsidR="00C34158" w14:paraId="77347D80" w14:textId="77777777" w:rsidTr="00CB3A9C">
        <w:tc>
          <w:tcPr>
            <w:tcW w:w="1661" w:type="pct"/>
          </w:tcPr>
          <w:p w14:paraId="11096135" w14:textId="77777777" w:rsidR="00C34158" w:rsidRDefault="00C34158" w:rsidP="00CB3A9C"/>
        </w:tc>
        <w:tc>
          <w:tcPr>
            <w:tcW w:w="2365" w:type="pct"/>
          </w:tcPr>
          <w:p w14:paraId="2FE2E54A" w14:textId="77777777" w:rsidR="00C34158" w:rsidRDefault="00C34158" w:rsidP="00CB3A9C"/>
        </w:tc>
        <w:tc>
          <w:tcPr>
            <w:tcW w:w="974" w:type="pct"/>
          </w:tcPr>
          <w:p w14:paraId="2E831E77" w14:textId="77777777" w:rsidR="00C34158" w:rsidRDefault="00C34158" w:rsidP="00CB3A9C"/>
        </w:tc>
      </w:tr>
      <w:tr w:rsidR="00C34158" w14:paraId="0806DFCB" w14:textId="77777777" w:rsidTr="00CB3A9C">
        <w:tc>
          <w:tcPr>
            <w:tcW w:w="1661" w:type="pct"/>
          </w:tcPr>
          <w:p w14:paraId="33BF9DE3" w14:textId="77777777" w:rsidR="00C34158" w:rsidRDefault="00C34158" w:rsidP="00CB3A9C"/>
        </w:tc>
        <w:tc>
          <w:tcPr>
            <w:tcW w:w="2365" w:type="pct"/>
          </w:tcPr>
          <w:p w14:paraId="5918CB6E" w14:textId="77777777" w:rsidR="00C34158" w:rsidRDefault="00C34158" w:rsidP="00CB3A9C"/>
        </w:tc>
        <w:tc>
          <w:tcPr>
            <w:tcW w:w="974" w:type="pct"/>
          </w:tcPr>
          <w:p w14:paraId="27411D1E" w14:textId="77777777" w:rsidR="00C34158" w:rsidRDefault="00C34158" w:rsidP="00CB3A9C"/>
        </w:tc>
      </w:tr>
      <w:tr w:rsidR="00C34158" w14:paraId="148FC568" w14:textId="77777777" w:rsidTr="00CB3A9C">
        <w:tc>
          <w:tcPr>
            <w:tcW w:w="1661" w:type="pct"/>
          </w:tcPr>
          <w:p w14:paraId="0AC424B3" w14:textId="77777777" w:rsidR="00C34158" w:rsidRDefault="00C34158" w:rsidP="00CB3A9C"/>
        </w:tc>
        <w:tc>
          <w:tcPr>
            <w:tcW w:w="2365" w:type="pct"/>
          </w:tcPr>
          <w:p w14:paraId="21C0921D" w14:textId="77777777" w:rsidR="00C34158" w:rsidRDefault="00C34158" w:rsidP="00CB3A9C"/>
        </w:tc>
        <w:tc>
          <w:tcPr>
            <w:tcW w:w="974" w:type="pct"/>
          </w:tcPr>
          <w:p w14:paraId="73B22704" w14:textId="77777777" w:rsidR="00C34158" w:rsidRDefault="00C34158" w:rsidP="00CB3A9C"/>
        </w:tc>
      </w:tr>
      <w:tr w:rsidR="00C34158" w14:paraId="30682DD3" w14:textId="77777777" w:rsidTr="00CB3A9C">
        <w:tc>
          <w:tcPr>
            <w:tcW w:w="1661" w:type="pct"/>
          </w:tcPr>
          <w:p w14:paraId="6A94F17C" w14:textId="77777777" w:rsidR="00C34158" w:rsidRDefault="00C34158" w:rsidP="00CB3A9C"/>
        </w:tc>
        <w:tc>
          <w:tcPr>
            <w:tcW w:w="2365" w:type="pct"/>
          </w:tcPr>
          <w:p w14:paraId="6F00FF8E" w14:textId="77777777" w:rsidR="00C34158" w:rsidRDefault="00C34158" w:rsidP="00CB3A9C"/>
        </w:tc>
        <w:tc>
          <w:tcPr>
            <w:tcW w:w="974" w:type="pct"/>
          </w:tcPr>
          <w:p w14:paraId="1458DECD" w14:textId="77777777" w:rsidR="00C34158" w:rsidRDefault="00C34158" w:rsidP="00CB3A9C"/>
        </w:tc>
      </w:tr>
    </w:tbl>
    <w:p w14:paraId="27B2B8D7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C34158" w14:paraId="261CB05A" w14:textId="77777777" w:rsidTr="00CB3A9C">
        <w:tc>
          <w:tcPr>
            <w:tcW w:w="1967" w:type="dxa"/>
            <w:shd w:val="clear" w:color="auto" w:fill="D9D9D9" w:themeFill="background1" w:themeFillShade="D9"/>
          </w:tcPr>
          <w:p w14:paraId="0E69EAFF" w14:textId="77777777" w:rsidR="00C34158" w:rsidRPr="00674B8A" w:rsidRDefault="00C34158" w:rsidP="00CB3A9C">
            <w:r w:rsidRPr="00674B8A">
              <w:t>Agenda item:</w:t>
            </w:r>
          </w:p>
        </w:tc>
        <w:tc>
          <w:tcPr>
            <w:tcW w:w="7321" w:type="dxa"/>
            <w:shd w:val="clear" w:color="auto" w:fill="D9D9D9" w:themeFill="background1" w:themeFillShade="D9"/>
          </w:tcPr>
          <w:sdt>
            <w:sdtPr>
              <w:id w:val="1015125"/>
              <w:placeholder>
                <w:docPart w:val="211913F6D7974115B1323649FF5E0F20"/>
              </w:placeholder>
              <w:text/>
            </w:sdtPr>
            <w:sdtEndPr/>
            <w:sdtContent>
              <w:p w14:paraId="1068F8C7" w14:textId="77777777" w:rsidR="00C34158" w:rsidRDefault="00C34158" w:rsidP="00CB3A9C">
                <w:r w:rsidRPr="00674B8A">
                  <w:t xml:space="preserve">&lt;Enter the topic of the </w:t>
                </w:r>
                <w:r>
                  <w:t>Agenda item</w:t>
                </w:r>
                <w:r w:rsidRPr="00674B8A">
                  <w:t xml:space="preserve"> here&gt;</w:t>
                </w:r>
              </w:p>
            </w:sdtContent>
          </w:sdt>
        </w:tc>
      </w:tr>
      <w:tr w:rsidR="00C34158" w14:paraId="45F8726F" w14:textId="77777777" w:rsidTr="00CB3A9C">
        <w:trPr>
          <w:trHeight w:val="2211"/>
        </w:trPr>
        <w:tc>
          <w:tcPr>
            <w:tcW w:w="9288" w:type="dxa"/>
            <w:gridSpan w:val="2"/>
          </w:tcPr>
          <w:sdt>
            <w:sdtPr>
              <w:rPr>
                <w:rFonts w:asciiTheme="minorHAnsi" w:hAnsiTheme="minorHAnsi" w:cstheme="minorHAnsi"/>
                <w:sz w:val="22"/>
              </w:rPr>
              <w:id w:val="1015126"/>
              <w:placeholder>
                <w:docPart w:val="211913F6D7974115B1323649FF5E0F20"/>
              </w:placeholder>
            </w:sdtPr>
            <w:sdtEndPr/>
            <w:sdtContent>
              <w:p w14:paraId="35A6402B" w14:textId="77777777" w:rsidR="00C34158" w:rsidRPr="007B5DFE" w:rsidRDefault="00C34158" w:rsidP="00CB3A9C">
                <w:pPr>
                  <w:pStyle w:val="StandardWeb"/>
                  <w:numPr>
                    <w:ilvl w:val="0"/>
                    <w:numId w:val="1"/>
                  </w:numPr>
                  <w:rPr>
                    <w:rFonts w:asciiTheme="minorHAnsi" w:hAnsiTheme="minorHAnsi" w:cstheme="minorHAnsi"/>
                    <w:lang w:val="en-US"/>
                  </w:rPr>
                </w:pPr>
                <w:r w:rsidRPr="007B5DFE">
                  <w:rPr>
                    <w:rFonts w:asciiTheme="minorHAnsi" w:hAnsiTheme="minorHAnsi" w:cstheme="minorHAnsi"/>
                    <w:sz w:val="22"/>
                    <w:lang w:val="en-US"/>
                  </w:rPr>
                  <w:t>&lt;Enter a short description of the results&gt;</w:t>
                </w:r>
              </w:p>
            </w:sdtContent>
          </w:sdt>
        </w:tc>
      </w:tr>
    </w:tbl>
    <w:p w14:paraId="674AEABB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86"/>
        <w:gridCol w:w="4393"/>
        <w:gridCol w:w="1809"/>
      </w:tblGrid>
      <w:tr w:rsidR="00C34158" w14:paraId="75A86E7E" w14:textId="77777777" w:rsidTr="00CB3A9C">
        <w:tc>
          <w:tcPr>
            <w:tcW w:w="1661" w:type="pct"/>
            <w:shd w:val="clear" w:color="auto" w:fill="D9D9D9" w:themeFill="background1" w:themeFillShade="D9"/>
          </w:tcPr>
          <w:p w14:paraId="401C030B" w14:textId="77777777" w:rsidR="00C34158" w:rsidRPr="00674B8A" w:rsidRDefault="00C34158" w:rsidP="00CB3A9C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0DAD812F" w14:textId="77777777" w:rsidR="00C34158" w:rsidRDefault="00C34158" w:rsidP="00CB3A9C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5441A6CA" w14:textId="77777777" w:rsidR="00C34158" w:rsidRDefault="00C34158" w:rsidP="00CB3A9C">
            <w:r w:rsidRPr="00674B8A">
              <w:t>Deadline</w:t>
            </w:r>
          </w:p>
        </w:tc>
      </w:tr>
      <w:tr w:rsidR="00C34158" w14:paraId="6D5C2065" w14:textId="77777777" w:rsidTr="00CB3A9C">
        <w:tc>
          <w:tcPr>
            <w:tcW w:w="1661" w:type="pct"/>
          </w:tcPr>
          <w:p w14:paraId="59A3D32E" w14:textId="77777777" w:rsidR="00C34158" w:rsidRDefault="00C34158" w:rsidP="00CB3A9C"/>
        </w:tc>
        <w:tc>
          <w:tcPr>
            <w:tcW w:w="2365" w:type="pct"/>
          </w:tcPr>
          <w:p w14:paraId="7CE96BD7" w14:textId="77777777" w:rsidR="00C34158" w:rsidRDefault="00C34158" w:rsidP="00CB3A9C"/>
        </w:tc>
        <w:tc>
          <w:tcPr>
            <w:tcW w:w="974" w:type="pct"/>
          </w:tcPr>
          <w:p w14:paraId="21DB1909" w14:textId="77777777" w:rsidR="00C34158" w:rsidRDefault="00C34158" w:rsidP="00CB3A9C"/>
        </w:tc>
      </w:tr>
      <w:tr w:rsidR="00C34158" w14:paraId="0230A6FF" w14:textId="77777777" w:rsidTr="00CB3A9C">
        <w:tc>
          <w:tcPr>
            <w:tcW w:w="1661" w:type="pct"/>
          </w:tcPr>
          <w:p w14:paraId="0253B064" w14:textId="77777777" w:rsidR="00C34158" w:rsidRDefault="00C34158" w:rsidP="00CB3A9C"/>
        </w:tc>
        <w:tc>
          <w:tcPr>
            <w:tcW w:w="2365" w:type="pct"/>
          </w:tcPr>
          <w:p w14:paraId="5FA29CCE" w14:textId="77777777" w:rsidR="00C34158" w:rsidRDefault="00C34158" w:rsidP="00CB3A9C"/>
        </w:tc>
        <w:tc>
          <w:tcPr>
            <w:tcW w:w="974" w:type="pct"/>
          </w:tcPr>
          <w:p w14:paraId="7C6678AE" w14:textId="77777777" w:rsidR="00C34158" w:rsidRDefault="00C34158" w:rsidP="00CB3A9C"/>
        </w:tc>
      </w:tr>
      <w:tr w:rsidR="00C34158" w14:paraId="0DA8BBC4" w14:textId="77777777" w:rsidTr="00CB3A9C">
        <w:tc>
          <w:tcPr>
            <w:tcW w:w="1661" w:type="pct"/>
          </w:tcPr>
          <w:p w14:paraId="1F833AD0" w14:textId="77777777" w:rsidR="00C34158" w:rsidRDefault="00C34158" w:rsidP="00CB3A9C"/>
        </w:tc>
        <w:tc>
          <w:tcPr>
            <w:tcW w:w="2365" w:type="pct"/>
          </w:tcPr>
          <w:p w14:paraId="0873FD8F" w14:textId="77777777" w:rsidR="00C34158" w:rsidRDefault="00C34158" w:rsidP="00CB3A9C"/>
        </w:tc>
        <w:tc>
          <w:tcPr>
            <w:tcW w:w="974" w:type="pct"/>
          </w:tcPr>
          <w:p w14:paraId="64D2FFB5" w14:textId="77777777" w:rsidR="00C34158" w:rsidRDefault="00C34158" w:rsidP="00CB3A9C"/>
        </w:tc>
      </w:tr>
      <w:tr w:rsidR="00C34158" w14:paraId="025B484C" w14:textId="77777777" w:rsidTr="00CB3A9C">
        <w:tc>
          <w:tcPr>
            <w:tcW w:w="1661" w:type="pct"/>
          </w:tcPr>
          <w:p w14:paraId="1D380F18" w14:textId="77777777" w:rsidR="00C34158" w:rsidRDefault="00C34158" w:rsidP="00CB3A9C"/>
        </w:tc>
        <w:tc>
          <w:tcPr>
            <w:tcW w:w="2365" w:type="pct"/>
          </w:tcPr>
          <w:p w14:paraId="0AA7CABD" w14:textId="77777777" w:rsidR="00C34158" w:rsidRDefault="00C34158" w:rsidP="00CB3A9C"/>
        </w:tc>
        <w:tc>
          <w:tcPr>
            <w:tcW w:w="974" w:type="pct"/>
          </w:tcPr>
          <w:p w14:paraId="62195EEB" w14:textId="77777777" w:rsidR="00C34158" w:rsidRDefault="00C34158" w:rsidP="00CB3A9C"/>
        </w:tc>
      </w:tr>
    </w:tbl>
    <w:p w14:paraId="02F146CF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7"/>
        <w:gridCol w:w="7321"/>
      </w:tblGrid>
      <w:tr w:rsidR="00C34158" w14:paraId="3C753648" w14:textId="77777777" w:rsidTr="00CB3A9C">
        <w:tc>
          <w:tcPr>
            <w:tcW w:w="1967" w:type="dxa"/>
            <w:shd w:val="clear" w:color="auto" w:fill="D9D9D9" w:themeFill="background1" w:themeFillShade="D9"/>
          </w:tcPr>
          <w:p w14:paraId="7D361358" w14:textId="77777777" w:rsidR="00C34158" w:rsidRPr="00674B8A" w:rsidRDefault="00C34158" w:rsidP="00CB3A9C">
            <w:r w:rsidRPr="00674B8A">
              <w:t>Agenda item:</w:t>
            </w:r>
          </w:p>
        </w:tc>
        <w:tc>
          <w:tcPr>
            <w:tcW w:w="7321" w:type="dxa"/>
            <w:shd w:val="clear" w:color="auto" w:fill="D9D9D9" w:themeFill="background1" w:themeFillShade="D9"/>
          </w:tcPr>
          <w:sdt>
            <w:sdtPr>
              <w:id w:val="1015127"/>
              <w:placeholder>
                <w:docPart w:val="E144B996C32D40D7B1DCB6C486317E03"/>
              </w:placeholder>
              <w:text/>
            </w:sdtPr>
            <w:sdtEndPr/>
            <w:sdtContent>
              <w:p w14:paraId="1E9104E3" w14:textId="77777777" w:rsidR="00C34158" w:rsidRDefault="00C34158" w:rsidP="00CB3A9C">
                <w:r w:rsidRPr="00674B8A">
                  <w:t xml:space="preserve">&lt;Enter the topic of the </w:t>
                </w:r>
                <w:r>
                  <w:t>Agenda item</w:t>
                </w:r>
                <w:r w:rsidRPr="00674B8A">
                  <w:t xml:space="preserve"> here&gt;</w:t>
                </w:r>
              </w:p>
            </w:sdtContent>
          </w:sdt>
        </w:tc>
      </w:tr>
      <w:tr w:rsidR="00C34158" w14:paraId="3F090F02" w14:textId="77777777" w:rsidTr="00CB3A9C">
        <w:trPr>
          <w:trHeight w:val="2211"/>
        </w:trPr>
        <w:tc>
          <w:tcPr>
            <w:tcW w:w="9288" w:type="dxa"/>
            <w:gridSpan w:val="2"/>
          </w:tcPr>
          <w:sdt>
            <w:sdtPr>
              <w:rPr>
                <w:rFonts w:asciiTheme="minorHAnsi" w:hAnsiTheme="minorHAnsi" w:cstheme="minorHAnsi"/>
                <w:sz w:val="22"/>
              </w:rPr>
              <w:id w:val="1015128"/>
              <w:placeholder>
                <w:docPart w:val="E144B996C32D40D7B1DCB6C486317E03"/>
              </w:placeholder>
            </w:sdtPr>
            <w:sdtEndPr/>
            <w:sdtContent>
              <w:p w14:paraId="77B03C5F" w14:textId="77777777" w:rsidR="00C34158" w:rsidRPr="007B5DFE" w:rsidRDefault="00C34158" w:rsidP="00CB3A9C">
                <w:pPr>
                  <w:pStyle w:val="StandardWeb"/>
                  <w:numPr>
                    <w:ilvl w:val="0"/>
                    <w:numId w:val="1"/>
                  </w:numPr>
                  <w:rPr>
                    <w:rFonts w:asciiTheme="minorHAnsi" w:hAnsiTheme="minorHAnsi" w:cstheme="minorHAnsi"/>
                    <w:lang w:val="en-US"/>
                  </w:rPr>
                </w:pPr>
                <w:r w:rsidRPr="007B5DFE">
                  <w:rPr>
                    <w:rFonts w:asciiTheme="minorHAnsi" w:hAnsiTheme="minorHAnsi" w:cstheme="minorHAnsi"/>
                    <w:sz w:val="22"/>
                    <w:lang w:val="en-US"/>
                  </w:rPr>
                  <w:t>&lt;Enter a short description of the results&gt;</w:t>
                </w:r>
              </w:p>
            </w:sdtContent>
          </w:sdt>
        </w:tc>
      </w:tr>
    </w:tbl>
    <w:p w14:paraId="59919B5D" w14:textId="77777777" w:rsidR="00C34158" w:rsidRDefault="00C34158" w:rsidP="00C34158"/>
    <w:tbl>
      <w:tblPr>
        <w:tblStyle w:val="Tabellengitternetz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86"/>
        <w:gridCol w:w="4393"/>
        <w:gridCol w:w="1809"/>
      </w:tblGrid>
      <w:tr w:rsidR="00C34158" w14:paraId="06B035F0" w14:textId="77777777" w:rsidTr="00CB3A9C">
        <w:tc>
          <w:tcPr>
            <w:tcW w:w="1661" w:type="pct"/>
            <w:shd w:val="clear" w:color="auto" w:fill="D9D9D9" w:themeFill="background1" w:themeFillShade="D9"/>
          </w:tcPr>
          <w:p w14:paraId="42021E3E" w14:textId="77777777" w:rsidR="00C34158" w:rsidRPr="00674B8A" w:rsidRDefault="00C34158" w:rsidP="00CB3A9C">
            <w:r>
              <w:t>Follow-Up</w:t>
            </w:r>
          </w:p>
        </w:tc>
        <w:tc>
          <w:tcPr>
            <w:tcW w:w="2365" w:type="pct"/>
            <w:shd w:val="clear" w:color="auto" w:fill="D9D9D9" w:themeFill="background1" w:themeFillShade="D9"/>
          </w:tcPr>
          <w:p w14:paraId="664F1A18" w14:textId="77777777" w:rsidR="00C34158" w:rsidRDefault="00C34158" w:rsidP="00CB3A9C">
            <w:r>
              <w:t>Person responsible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03A9084D" w14:textId="77777777" w:rsidR="00C34158" w:rsidRDefault="00C34158" w:rsidP="00CB3A9C">
            <w:r w:rsidRPr="00674B8A">
              <w:t>Deadline</w:t>
            </w:r>
          </w:p>
        </w:tc>
      </w:tr>
      <w:tr w:rsidR="00C34158" w14:paraId="574D3BC3" w14:textId="77777777" w:rsidTr="00CB3A9C">
        <w:tc>
          <w:tcPr>
            <w:tcW w:w="1661" w:type="pct"/>
          </w:tcPr>
          <w:p w14:paraId="3111E200" w14:textId="77777777" w:rsidR="00C34158" w:rsidRDefault="00C34158" w:rsidP="00CB3A9C"/>
        </w:tc>
        <w:tc>
          <w:tcPr>
            <w:tcW w:w="2365" w:type="pct"/>
          </w:tcPr>
          <w:p w14:paraId="1617DB1E" w14:textId="77777777" w:rsidR="00C34158" w:rsidRDefault="00C34158" w:rsidP="00CB3A9C"/>
        </w:tc>
        <w:tc>
          <w:tcPr>
            <w:tcW w:w="974" w:type="pct"/>
          </w:tcPr>
          <w:p w14:paraId="2C3DBB75" w14:textId="77777777" w:rsidR="00C34158" w:rsidRDefault="00C34158" w:rsidP="00CB3A9C"/>
        </w:tc>
      </w:tr>
      <w:tr w:rsidR="00C34158" w14:paraId="243BD546" w14:textId="77777777" w:rsidTr="00CB3A9C">
        <w:tc>
          <w:tcPr>
            <w:tcW w:w="1661" w:type="pct"/>
          </w:tcPr>
          <w:p w14:paraId="48FA93E3" w14:textId="77777777" w:rsidR="00C34158" w:rsidRDefault="00C34158" w:rsidP="00CB3A9C"/>
        </w:tc>
        <w:tc>
          <w:tcPr>
            <w:tcW w:w="2365" w:type="pct"/>
          </w:tcPr>
          <w:p w14:paraId="50084275" w14:textId="77777777" w:rsidR="00C34158" w:rsidRDefault="00C34158" w:rsidP="00CB3A9C"/>
        </w:tc>
        <w:tc>
          <w:tcPr>
            <w:tcW w:w="974" w:type="pct"/>
          </w:tcPr>
          <w:p w14:paraId="67EA57EC" w14:textId="77777777" w:rsidR="00C34158" w:rsidRDefault="00C34158" w:rsidP="00CB3A9C"/>
        </w:tc>
      </w:tr>
      <w:tr w:rsidR="00C34158" w14:paraId="1962A6FF" w14:textId="77777777" w:rsidTr="00CB3A9C">
        <w:tc>
          <w:tcPr>
            <w:tcW w:w="1661" w:type="pct"/>
          </w:tcPr>
          <w:p w14:paraId="26719E6C" w14:textId="77777777" w:rsidR="00C34158" w:rsidRDefault="00C34158" w:rsidP="00CB3A9C"/>
        </w:tc>
        <w:tc>
          <w:tcPr>
            <w:tcW w:w="2365" w:type="pct"/>
          </w:tcPr>
          <w:p w14:paraId="6FD74D5A" w14:textId="77777777" w:rsidR="00C34158" w:rsidRDefault="00C34158" w:rsidP="00CB3A9C"/>
        </w:tc>
        <w:tc>
          <w:tcPr>
            <w:tcW w:w="974" w:type="pct"/>
          </w:tcPr>
          <w:p w14:paraId="31BF77C6" w14:textId="77777777" w:rsidR="00C34158" w:rsidRDefault="00C34158" w:rsidP="00CB3A9C"/>
        </w:tc>
      </w:tr>
    </w:tbl>
    <w:p w14:paraId="78AD43B9" w14:textId="77777777" w:rsidR="00674B8A" w:rsidRDefault="00674B8A" w:rsidP="001724FD"/>
    <w:sectPr w:rsidR="00674B8A" w:rsidSect="008E3C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772B5"/>
    <w:multiLevelType w:val="hybridMultilevel"/>
    <w:tmpl w:val="A43A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33ECB"/>
    <w:multiLevelType w:val="multilevel"/>
    <w:tmpl w:val="5FDA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383C37"/>
    <w:multiLevelType w:val="multilevel"/>
    <w:tmpl w:val="760E8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4B8A"/>
    <w:rsid w:val="001724FD"/>
    <w:rsid w:val="005E6B65"/>
    <w:rsid w:val="00674B8A"/>
    <w:rsid w:val="007311CB"/>
    <w:rsid w:val="007B5DFE"/>
    <w:rsid w:val="0085072B"/>
    <w:rsid w:val="008E3C2F"/>
    <w:rsid w:val="009858F3"/>
    <w:rsid w:val="00AE1284"/>
    <w:rsid w:val="00C34158"/>
    <w:rsid w:val="00EC5B1A"/>
    <w:rsid w:val="00FC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2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C2F"/>
    <w:rPr>
      <w:noProof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74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674B8A"/>
    <w:pPr>
      <w:spacing w:before="100" w:beforeAutospacing="1" w:after="119" w:line="288" w:lineRule="auto"/>
    </w:pPr>
    <w:rPr>
      <w:rFonts w:ascii="Times New Roman" w:eastAsia="Times New Roman" w:hAnsi="Times New Roman" w:cs="Times New Roman"/>
      <w:noProof w:val="0"/>
      <w:sz w:val="24"/>
      <w:szCs w:val="24"/>
      <w:lang w:val="de-DE" w:eastAsia="de-DE"/>
    </w:rPr>
  </w:style>
  <w:style w:type="paragraph" w:customStyle="1" w:styleId="FieldLabel">
    <w:name w:val="Field Label"/>
    <w:basedOn w:val="Standard"/>
    <w:rsid w:val="00674B8A"/>
    <w:pPr>
      <w:spacing w:before="60" w:after="60" w:line="240" w:lineRule="auto"/>
    </w:pPr>
    <w:rPr>
      <w:rFonts w:ascii="Arial" w:eastAsia="Times New Roman" w:hAnsi="Arial" w:cs="Times New Roman"/>
      <w:b/>
      <w:noProof w:val="0"/>
      <w:sz w:val="19"/>
    </w:rPr>
  </w:style>
  <w:style w:type="character" w:styleId="Platzhaltertext">
    <w:name w:val="Placeholder Text"/>
    <w:basedOn w:val="Absatz-Standardschriftart"/>
    <w:uiPriority w:val="99"/>
    <w:semiHidden/>
    <w:rsid w:val="00FC3E5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E5D"/>
    <w:rPr>
      <w:rFonts w:ascii="Tahoma" w:hAnsi="Tahoma" w:cs="Tahoma"/>
      <w:noProof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7B5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C2F"/>
    <w:rPr>
      <w:noProof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74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674B8A"/>
    <w:pPr>
      <w:spacing w:before="100" w:beforeAutospacing="1" w:after="119" w:line="288" w:lineRule="auto"/>
    </w:pPr>
    <w:rPr>
      <w:rFonts w:ascii="Times New Roman" w:eastAsia="Times New Roman" w:hAnsi="Times New Roman" w:cs="Times New Roman"/>
      <w:noProof w:val="0"/>
      <w:sz w:val="24"/>
      <w:szCs w:val="24"/>
      <w:lang w:val="de-DE" w:eastAsia="de-DE"/>
    </w:rPr>
  </w:style>
  <w:style w:type="paragraph" w:customStyle="1" w:styleId="FieldLabel">
    <w:name w:val="Field Label"/>
    <w:basedOn w:val="Standard"/>
    <w:rsid w:val="00674B8A"/>
    <w:pPr>
      <w:spacing w:before="60" w:after="60" w:line="240" w:lineRule="auto"/>
    </w:pPr>
    <w:rPr>
      <w:rFonts w:ascii="Arial" w:eastAsia="Times New Roman" w:hAnsi="Arial" w:cs="Times New Roman"/>
      <w:b/>
      <w:noProof w:val="0"/>
      <w:sz w:val="19"/>
    </w:rPr>
  </w:style>
  <w:style w:type="character" w:styleId="Platzhaltertext">
    <w:name w:val="Placeholder Text"/>
    <w:basedOn w:val="Absatz-Standardschriftart"/>
    <w:uiPriority w:val="99"/>
    <w:semiHidden/>
    <w:rsid w:val="00FC3E5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E5D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1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0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C216F8-60E3-4C1E-BC38-669A044801D0}"/>
      </w:docPartPr>
      <w:docPartBody>
        <w:p w:rsidR="00C660A7" w:rsidRDefault="00E56D41">
          <w:r w:rsidRPr="004D102A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8C8C79-7355-47B4-9F10-F13EF68E8D40}"/>
      </w:docPartPr>
      <w:docPartBody>
        <w:p w:rsidR="00C660A7" w:rsidRDefault="00E56D41">
          <w:r w:rsidRPr="004D102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CD76A22FDD940899D0C12DC896730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684FDD-5299-4FE0-8C6A-3551101036C0}"/>
      </w:docPartPr>
      <w:docPartBody>
        <w:p w:rsidR="00B41D05" w:rsidRDefault="00C660A7" w:rsidP="00C660A7">
          <w:pPr>
            <w:pStyle w:val="9CD76A22FDD940899D0C12DC896730E2"/>
          </w:pPr>
          <w:r w:rsidRPr="004D102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F1439D1169D4568AA3C9A63601659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900F38-1072-42C0-8D71-AEEE271F066D}"/>
      </w:docPartPr>
      <w:docPartBody>
        <w:p w:rsidR="00B41D05" w:rsidRDefault="00C660A7" w:rsidP="00C660A7">
          <w:pPr>
            <w:pStyle w:val="5F1439D1169D4568AA3C9A6360165912"/>
          </w:pPr>
          <w:r w:rsidRPr="004D102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0BEB7D20EBC492A9ED4452B7D0C62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C25683-14A7-4D04-B7EE-37B3DDACAA36}"/>
      </w:docPartPr>
      <w:docPartBody>
        <w:p w:rsidR="00B41D05" w:rsidRDefault="00C660A7" w:rsidP="00C660A7">
          <w:pPr>
            <w:pStyle w:val="40BEB7D20EBC492A9ED4452B7D0C6263"/>
          </w:pPr>
          <w:r w:rsidRPr="004D102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B3EB04DCF134CEEB36771A835292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68E6AE-6DF8-4950-8586-959090A0D99B}"/>
      </w:docPartPr>
      <w:docPartBody>
        <w:p w:rsidR="00B41D05" w:rsidRDefault="00C660A7" w:rsidP="00C660A7">
          <w:pPr>
            <w:pStyle w:val="BB3EB04DCF134CEEB36771A8352926F3"/>
          </w:pPr>
          <w:r w:rsidRPr="004D102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8D9A9ED25B14093961D50DFCBB83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32C08C-755A-4B5A-9B11-A50E17F2C6D2}"/>
      </w:docPartPr>
      <w:docPartBody>
        <w:p w:rsidR="00B41D05" w:rsidRDefault="00C660A7" w:rsidP="00C660A7">
          <w:pPr>
            <w:pStyle w:val="28D9A9ED25B14093961D50DFCBB83D08"/>
          </w:pPr>
          <w:r w:rsidRPr="004D102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11913F6D7974115B1323649FF5E0F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D4393D-0CAD-4412-B688-FE66A3ED5EDA}"/>
      </w:docPartPr>
      <w:docPartBody>
        <w:p w:rsidR="00B41D05" w:rsidRDefault="00C660A7" w:rsidP="00C660A7">
          <w:pPr>
            <w:pStyle w:val="211913F6D7974115B1323649FF5E0F20"/>
          </w:pPr>
          <w:r w:rsidRPr="004D102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144B996C32D40D7B1DCB6C486317E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5D3FAC-1804-4E69-916D-6A8AB17637D6}"/>
      </w:docPartPr>
      <w:docPartBody>
        <w:p w:rsidR="00B41D05" w:rsidRDefault="00C660A7" w:rsidP="00C660A7">
          <w:pPr>
            <w:pStyle w:val="E144B996C32D40D7B1DCB6C486317E03"/>
          </w:pPr>
          <w:r w:rsidRPr="004D102A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56D41"/>
    <w:rsid w:val="00B41D05"/>
    <w:rsid w:val="00C660A7"/>
    <w:rsid w:val="00E5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AB0C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60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660A7"/>
    <w:rPr>
      <w:color w:val="808080"/>
    </w:rPr>
  </w:style>
  <w:style w:type="paragraph" w:customStyle="1" w:styleId="3F98316702B345F797AAC4DF7CB10CEF">
    <w:name w:val="3F98316702B345F797AAC4DF7CB10CEF"/>
    <w:rsid w:val="00E56D41"/>
  </w:style>
  <w:style w:type="paragraph" w:customStyle="1" w:styleId="DCFFAA9E3425477EA9BA367B0E4E7FC0">
    <w:name w:val="DCFFAA9E3425477EA9BA367B0E4E7FC0"/>
    <w:rsid w:val="00E56D41"/>
  </w:style>
  <w:style w:type="paragraph" w:customStyle="1" w:styleId="B4CCFDC7AC70447D904ED8D92F984403">
    <w:name w:val="B4CCFDC7AC70447D904ED8D92F984403"/>
    <w:rsid w:val="00E56D41"/>
  </w:style>
  <w:style w:type="paragraph" w:customStyle="1" w:styleId="B4A482AF929F46879DD5BF364D3BA04D">
    <w:name w:val="B4A482AF929F46879DD5BF364D3BA04D"/>
    <w:rsid w:val="00E56D41"/>
  </w:style>
  <w:style w:type="paragraph" w:customStyle="1" w:styleId="371849AF06734CA0A51E50C01377B9A6">
    <w:name w:val="371849AF06734CA0A51E50C01377B9A6"/>
    <w:rsid w:val="00E56D41"/>
  </w:style>
  <w:style w:type="paragraph" w:customStyle="1" w:styleId="9F99487742F94C259EA3BB79E1F8201E">
    <w:name w:val="9F99487742F94C259EA3BB79E1F8201E"/>
    <w:rsid w:val="00E56D41"/>
  </w:style>
  <w:style w:type="paragraph" w:customStyle="1" w:styleId="9CD76A22FDD940899D0C12DC896730E2">
    <w:name w:val="9CD76A22FDD940899D0C12DC896730E2"/>
    <w:rsid w:val="00C660A7"/>
  </w:style>
  <w:style w:type="paragraph" w:customStyle="1" w:styleId="5F1439D1169D4568AA3C9A6360165912">
    <w:name w:val="5F1439D1169D4568AA3C9A6360165912"/>
    <w:rsid w:val="00C660A7"/>
  </w:style>
  <w:style w:type="paragraph" w:customStyle="1" w:styleId="40BEB7D20EBC492A9ED4452B7D0C6263">
    <w:name w:val="40BEB7D20EBC492A9ED4452B7D0C6263"/>
    <w:rsid w:val="00C660A7"/>
  </w:style>
  <w:style w:type="paragraph" w:customStyle="1" w:styleId="BB3EB04DCF134CEEB36771A8352926F3">
    <w:name w:val="BB3EB04DCF134CEEB36771A8352926F3"/>
    <w:rsid w:val="00C660A7"/>
  </w:style>
  <w:style w:type="paragraph" w:customStyle="1" w:styleId="28D9A9ED25B14093961D50DFCBB83D08">
    <w:name w:val="28D9A9ED25B14093961D50DFCBB83D08"/>
    <w:rsid w:val="00C660A7"/>
  </w:style>
  <w:style w:type="paragraph" w:customStyle="1" w:styleId="211913F6D7974115B1323649FF5E0F20">
    <w:name w:val="211913F6D7974115B1323649FF5E0F20"/>
    <w:rsid w:val="00C660A7"/>
  </w:style>
  <w:style w:type="paragraph" w:customStyle="1" w:styleId="E144B996C32D40D7B1DCB6C486317E03">
    <w:name w:val="E144B996C32D40D7B1DCB6C486317E03"/>
    <w:rsid w:val="00C660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8</cp:revision>
  <dcterms:created xsi:type="dcterms:W3CDTF">2010-08-16T07:33:00Z</dcterms:created>
  <dcterms:modified xsi:type="dcterms:W3CDTF">2010-10-03T11:43:00Z</dcterms:modified>
</cp:coreProperties>
</file>