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EA2BC" w14:textId="77777777" w:rsidR="006F1948" w:rsidRDefault="006F1948">
      <w:bookmarkStart w:id="0" w:name="_GoBack"/>
      <w:bookmarkEnd w:id="0"/>
      <w:r w:rsidRPr="006F1948">
        <w:rPr>
          <w:rFonts w:ascii="Amienne" w:hAnsi="Amienne"/>
          <w:sz w:val="44"/>
          <w:szCs w:val="44"/>
        </w:rPr>
        <w:t xml:space="preserve">Auf der Registerkarte 'Einfügen' enthalten die Kataloge Elemente, die mit dem generellen Layout des </w:t>
      </w:r>
      <w:r>
        <w:t>Dokuments koordiniert werden sollten. Mithilfe dieser Kataloge können Sie Tabellen, Kopfzeilen, Fußzeilen, Listen, Deckblätter und sonstige Dokumentbausteine einfügen.</w:t>
      </w:r>
    </w:p>
    <w:p w14:paraId="32A5ED1A" w14:textId="77777777" w:rsidR="006F1948" w:rsidRDefault="006F1948">
      <w:r>
        <w:t xml:space="preserve">Wenn Sie </w:t>
      </w:r>
      <w:r w:rsidRPr="006F1948">
        <w:rPr>
          <w:rFonts w:ascii="Baskerville Old Face" w:hAnsi="Baskerville Old Face"/>
        </w:rPr>
        <w:t>Bilder, Tabellen oder Diagramme erstellen, werden diese auch mit dem aktuellen Dokumentlayout koordiniert. Die Formatierung von markiertem Text im Dokumenttext kann auf einfache Weise geändert werden, indem</w:t>
      </w:r>
      <w:r>
        <w:t xml:space="preserve"> Sie im Schnellformatvorlagen-Katalog auf der Registerkarte 'Start' ein Layout für den markierten Text auswählen.</w:t>
      </w:r>
    </w:p>
    <w:p w14:paraId="2285BA04" w14:textId="77777777" w:rsidR="006F1948" w:rsidRPr="006F1948" w:rsidRDefault="006F1948">
      <w:pPr>
        <w:rPr>
          <w:rFonts w:ascii="Courier New" w:hAnsi="Courier New" w:cs="Courier New"/>
          <w:sz w:val="16"/>
          <w:szCs w:val="16"/>
        </w:rPr>
      </w:pPr>
      <w:r>
        <w:t xml:space="preserve">Text </w:t>
      </w:r>
      <w:r w:rsidRPr="006F1948">
        <w:rPr>
          <w:rFonts w:ascii="Courier New" w:hAnsi="Courier New" w:cs="Courier New"/>
          <w:sz w:val="16"/>
          <w:szCs w:val="16"/>
        </w:rPr>
        <w:t>können Sie auch direkt mithilfe der anderen Steuerelemente auf der Registerkarte 'Start' formatieren. Die meisten Steuerelemente ermöglichen die Auswahl zwischen dem Layout des aktuellen Designs oder der direkten Angabe eines Formats.</w:t>
      </w:r>
    </w:p>
    <w:p w14:paraId="7F3DEE6F" w14:textId="77777777" w:rsidR="006F1948" w:rsidRDefault="006F1948">
      <w:r w:rsidRPr="006F1948">
        <w:rPr>
          <w:rFonts w:ascii="Courier New" w:hAnsi="Courier New" w:cs="Courier New"/>
          <w:sz w:val="16"/>
          <w:szCs w:val="16"/>
        </w:rPr>
        <w:t>Wählen Sie neue Designelemente auf der Registerkarte 'Seitenlayout' aus, um da</w:t>
      </w:r>
      <w:r w:rsidR="008D6D8C">
        <w:rPr>
          <w:rFonts w:ascii="Courier New" w:hAnsi="Courier New" w:cs="Courier New"/>
          <w:sz w:val="16"/>
          <w:szCs w:val="16"/>
        </w:rPr>
        <w:t>s generelle Layout des Dokument</w:t>
      </w:r>
      <w:r w:rsidRPr="006F1948">
        <w:rPr>
          <w:rFonts w:ascii="Courier New" w:hAnsi="Courier New" w:cs="Courier New"/>
          <w:sz w:val="16"/>
          <w:szCs w:val="16"/>
        </w:rPr>
        <w:t>s zu ändern. Verwenden Sie</w:t>
      </w:r>
      <w:r>
        <w:t xml:space="preserve"> den Befehl zum Ändern des aktuellen Schnellformatvorlagen-Satzes, um die im Schnellformatvorlagen-Katalog verfügbaren Formatvorlagen zu ändern.</w:t>
      </w:r>
    </w:p>
    <w:p w14:paraId="05F1275E" w14:textId="77777777" w:rsidR="006F1948" w:rsidRPr="006F1948" w:rsidRDefault="006F1948">
      <w:pPr>
        <w:rPr>
          <w:rFonts w:ascii="Engravers MT" w:hAnsi="Engravers MT"/>
          <w:i/>
        </w:rPr>
      </w:pPr>
      <w:r>
        <w:t xml:space="preserve">Die Design- und die Schnellformatvorlagen-Kataloge stellen beide Befehle zum Zurücksetzen bereit, damit Sie immer die Möglichkeit haben, das ursprüngliche Layout des </w:t>
      </w:r>
      <w:proofErr w:type="gramStart"/>
      <w:r>
        <w:t>Dokument</w:t>
      </w:r>
      <w:proofErr w:type="gramEnd"/>
      <w:r>
        <w:t xml:space="preserve"> s in der aktuellen Vorlage wiederherzustellen. Auf der Registerkarte 'Einfügen' enthalten die Kataloge Elemente, die </w:t>
      </w:r>
      <w:r w:rsidRPr="006F1948">
        <w:rPr>
          <w:rFonts w:ascii="Engravers MT" w:hAnsi="Engravers MT"/>
          <w:i/>
        </w:rPr>
        <w:t>mit dem generellen Layout des Dokuments koordiniert werden sollten.</w:t>
      </w:r>
    </w:p>
    <w:p w14:paraId="0F7FEB30" w14:textId="77777777" w:rsidR="006F1948" w:rsidRDefault="006F1948">
      <w:r w:rsidRPr="006F1948">
        <w:rPr>
          <w:rFonts w:ascii="Engravers MT" w:hAnsi="Engravers MT"/>
          <w:i/>
        </w:rPr>
        <w:t>Mithilfe dieser Kataloge können Sie Tabellen, Kopfzeilen, Fußzeilen, Listen, Deckblätter und sonstige Dokumentbausteine einfügen. Wenn Sie Bilder</w:t>
      </w:r>
      <w:r>
        <w:t>, Tabellen oder Diagramme erstellen, werden diese auch mit dem aktuellen Dokumentlayout koordiniert.</w:t>
      </w:r>
    </w:p>
    <w:p w14:paraId="396E4018" w14:textId="77777777" w:rsidR="006F1948" w:rsidRPr="006F1948" w:rsidRDefault="006F1948">
      <w:pPr>
        <w:rPr>
          <w:rFonts w:ascii="Arial Rounded MT Bold" w:hAnsi="Arial Rounded MT Bold"/>
          <w:b/>
        </w:rPr>
      </w:pPr>
      <w:r>
        <w:t xml:space="preserve">Die Formatierung von markiertem Text im Dokumenttext kann auf einfache Weise geändert werden, indem Sie </w:t>
      </w:r>
      <w:r w:rsidRPr="006F1948">
        <w:rPr>
          <w:rFonts w:ascii="Arial Rounded MT Bold" w:hAnsi="Arial Rounded MT Bold"/>
          <w:b/>
        </w:rPr>
        <w:t>im Schnellformatvorlagen-Katalog auf der Registerkarte 'Start' ein Layout für den markierten Text auswählen. Text können Sie auch direkt mithilfe der anderen Steuerelemente auf der Registerkarte 'Start' formatieren.</w:t>
      </w:r>
    </w:p>
    <w:p w14:paraId="559DA046" w14:textId="77777777" w:rsidR="006D4D69" w:rsidRDefault="006F1948">
      <w:r w:rsidRPr="006F1948">
        <w:rPr>
          <w:rFonts w:ascii="Arial Rounded MT Bold" w:hAnsi="Arial Rounded MT Bold"/>
          <w:b/>
        </w:rPr>
        <w:t>Die meisten Steuerelemente ermöglichen die Auswahl zwischen dem Layout</w:t>
      </w:r>
      <w:r>
        <w:t xml:space="preserve"> des aktuellen Designs oder der direkten Angabe eines Formats. Wählen Sie neue Designelemente auf der Registerkarte 'Seitenlayout' aus, um das generelle Layout des </w:t>
      </w:r>
      <w:proofErr w:type="gramStart"/>
      <w:r>
        <w:t>Dokument</w:t>
      </w:r>
      <w:proofErr w:type="gramEnd"/>
      <w:r>
        <w:t xml:space="preserve"> s zu ändern.</w:t>
      </w:r>
    </w:p>
    <w:p w14:paraId="1B1A892E" w14:textId="77777777" w:rsidR="006F1948" w:rsidRDefault="006F1948"/>
    <w:sectPr w:rsidR="006F1948" w:rsidSect="006D4D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mienne">
    <w:altName w:val="Jokerman"/>
    <w:charset w:val="00"/>
    <w:family w:val="decorative"/>
    <w:pitch w:val="variable"/>
    <w:sig w:usb0="00000003" w:usb1="4000004A"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Engravers MT">
    <w:panose1 w:val="02090707080505020304"/>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48"/>
    <w:rsid w:val="000A3493"/>
    <w:rsid w:val="006D4D69"/>
    <w:rsid w:val="006F1948"/>
    <w:rsid w:val="008D6D8C"/>
    <w:rsid w:val="00BA06BB"/>
    <w:rsid w:val="00E575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1F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1985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bki</cp:lastModifiedBy>
  <cp:revision>2</cp:revision>
  <dcterms:created xsi:type="dcterms:W3CDTF">2009-12-11T10:11:00Z</dcterms:created>
  <dcterms:modified xsi:type="dcterms:W3CDTF">2009-12-11T10:11:00Z</dcterms:modified>
</cp:coreProperties>
</file>