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>
    <v:background id="_x0000_s1025" o:bwmode="white" fillcolor="#ffc000" o:targetscreensize="1024,768">
      <v:fill color2="red" angle="-45" focus="100%" type="gradient"/>
    </v:background>
  </w:background>
  <w:body>
    <w:p w14:paraId="5FD2F28E" w14:textId="5DDCA0A1" w:rsidR="005151AF" w:rsidRDefault="005151AF" w:rsidP="009519E2">
      <w:pPr>
        <w:jc w:val="center"/>
        <w:rPr>
          <w:color w:val="FFFFFF" w:themeColor="background1"/>
          <w:sz w:val="72"/>
        </w:rPr>
      </w:pPr>
      <w:r>
        <w:rPr>
          <w:noProof/>
          <w:color w:val="FFFFFF" w:themeColor="background1"/>
          <w:sz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9F975D6">
                <wp:simplePos x="0" y="0"/>
                <wp:positionH relativeFrom="column">
                  <wp:posOffset>612140</wp:posOffset>
                </wp:positionH>
                <wp:positionV relativeFrom="paragraph">
                  <wp:posOffset>-871220</wp:posOffset>
                </wp:positionV>
                <wp:extent cx="9669145" cy="1546225"/>
                <wp:effectExtent l="0" t="0" r="0" b="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9145" cy="154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1DBC8" w14:textId="1114B27E" w:rsidR="005151AF" w:rsidRPr="005151AF" w:rsidRDefault="005151AF">
                            <w:pPr>
                              <w:rPr>
                                <w:b/>
                                <w:color w:val="1F497D" w:themeColor="text2"/>
                                <w:sz w:val="18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180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</w14:textFill>
                              </w:rPr>
                              <w:t>The</w:t>
                            </w:r>
                            <w:r w:rsidRPr="005151AF">
                              <w:rPr>
                                <w:b/>
                                <w:color w:val="1F497D" w:themeColor="text2"/>
                                <w:sz w:val="180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</w14:textFill>
                              </w:rPr>
                              <w:t xml:space="preserve"> Burger 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left:0;text-align:left;margin-left:48.2pt;margin-top:-68.6pt;width:761.35pt;height:1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" filled="f" stroked="f" strokeweight="2pt">
                <v:textbox>
                  <w:txbxContent>
                    <w:p w14:paraId="7421DBC8" w14:textId="1114B27E" w:rsidR="005151AF" w:rsidRPr="005151AF" w:rsidRDefault="005151AF">
                      <w:pPr>
                        <w:rPr>
                          <w:b/>
                          <w:color w:val="1F497D" w:themeColor="text2"/>
                          <w:sz w:val="18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1F497D" w:themeColor="text2"/>
                          <w:sz w:val="180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</w14:textFill>
                        </w:rPr>
                        <w:t>The</w:t>
                      </w:r>
                      <w:r w:rsidRPr="005151AF">
                        <w:rPr>
                          <w:b/>
                          <w:color w:val="1F497D" w:themeColor="text2"/>
                          <w:sz w:val="180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2">
                                <w14:lumMod w14:val="75000"/>
                              </w14:schemeClr>
                            </w14:solidFill>
                          </w14:textFill>
                        </w:rPr>
                        <w:t xml:space="preserve"> Burger Shop</w:t>
                      </w:r>
                    </w:p>
                  </w:txbxContent>
                </v:textbox>
              </v:shape>
            </w:pict>
          </mc:Fallback>
        </mc:AlternateContent>
      </w:r>
    </w:p>
    <w:p w14:paraId="6CE74961" w14:textId="02B110C2" w:rsidR="008E3C2F" w:rsidRPr="009519E2" w:rsidRDefault="009519E2" w:rsidP="009519E2">
      <w:pPr>
        <w:jc w:val="center"/>
        <w:rPr>
          <w:color w:val="FFFFFF" w:themeColor="background1"/>
          <w:sz w:val="72"/>
        </w:rPr>
      </w:pPr>
      <w:r>
        <w:rPr>
          <w:color w:val="FFFFFF" w:themeColor="background1"/>
          <w:sz w:val="72"/>
        </w:rPr>
        <w:t>Burgers</w:t>
      </w:r>
    </w:p>
    <w:p w14:paraId="2C08EE42" w14:textId="1E7B2595" w:rsidR="0083641E" w:rsidRPr="009519E2" w:rsidRDefault="005151AF" w:rsidP="009519E2">
      <w:pPr>
        <w:jc w:val="center"/>
        <w:rPr>
          <w:color w:val="FFFFFF" w:themeColor="background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editId="48BBC4EF">
            <wp:simplePos x="0" y="0"/>
            <wp:positionH relativeFrom="column">
              <wp:posOffset>67310</wp:posOffset>
            </wp:positionH>
            <wp:positionV relativeFrom="paragraph">
              <wp:posOffset>198755</wp:posOffset>
            </wp:positionV>
            <wp:extent cx="2724785" cy="2040890"/>
            <wp:effectExtent l="19050" t="0" r="0" b="645160"/>
            <wp:wrapNone/>
            <wp:docPr id="8" name="Grafik 8" descr="http://farm4.static.flickr.com/3304/3672755572_2cc1212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farm4.static.flickr.com/3304/3672755572_2cc1212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85" cy="20408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xmlns:a14="http://schemas.microsoft.com/office/drawing/2010/main" val="FFFFFF" mc:Ignorable="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FABF9A" w14:textId="55D389E2" w:rsidR="005151AF" w:rsidRDefault="005151AF" w:rsidP="009519E2">
      <w:pPr>
        <w:jc w:val="center"/>
        <w:rPr>
          <w:color w:val="FFFFFF" w:themeColor="background1"/>
        </w:rPr>
      </w:pPr>
    </w:p>
    <w:p w14:paraId="28955B6D" w14:textId="77777777" w:rsidR="005151AF" w:rsidRDefault="005151AF" w:rsidP="009519E2">
      <w:pPr>
        <w:jc w:val="center"/>
        <w:rPr>
          <w:color w:val="FFFFFF" w:themeColor="background1"/>
        </w:rPr>
      </w:pPr>
    </w:p>
    <w:p w14:paraId="04E12E55" w14:textId="77777777" w:rsidR="005151AF" w:rsidRDefault="005151AF" w:rsidP="009519E2">
      <w:pPr>
        <w:jc w:val="center"/>
        <w:rPr>
          <w:color w:val="FFFFFF" w:themeColor="background1"/>
        </w:rPr>
      </w:pPr>
    </w:p>
    <w:p w14:paraId="4DBB1C2A" w14:textId="77777777" w:rsidR="005151AF" w:rsidRDefault="005151AF" w:rsidP="009519E2">
      <w:pPr>
        <w:jc w:val="center"/>
        <w:rPr>
          <w:color w:val="FFFFFF" w:themeColor="background1"/>
        </w:rPr>
      </w:pPr>
    </w:p>
    <w:p w14:paraId="1E345452" w14:textId="77777777" w:rsidR="005151AF" w:rsidRDefault="005151AF" w:rsidP="009519E2">
      <w:pPr>
        <w:jc w:val="center"/>
        <w:rPr>
          <w:color w:val="FFFFFF" w:themeColor="background1"/>
        </w:rPr>
      </w:pPr>
    </w:p>
    <w:p w14:paraId="58939831" w14:textId="77777777" w:rsidR="005151AF" w:rsidRDefault="005151AF" w:rsidP="009519E2">
      <w:pPr>
        <w:jc w:val="center"/>
        <w:rPr>
          <w:color w:val="FFFFFF" w:themeColor="background1"/>
        </w:rPr>
      </w:pPr>
    </w:p>
    <w:p w14:paraId="314277CD" w14:textId="77777777" w:rsidR="005151AF" w:rsidRDefault="005151AF" w:rsidP="009519E2">
      <w:pPr>
        <w:jc w:val="center"/>
        <w:rPr>
          <w:color w:val="FFFFFF" w:themeColor="background1"/>
        </w:rPr>
      </w:pPr>
    </w:p>
    <w:p w14:paraId="5DFAD1CE" w14:textId="707140D0" w:rsidR="005151AF" w:rsidRDefault="005151AF" w:rsidP="009519E2">
      <w:pPr>
        <w:jc w:val="center"/>
        <w:rPr>
          <w:color w:val="FFFFFF" w:themeColor="background1"/>
        </w:rPr>
      </w:pPr>
    </w:p>
    <w:p w14:paraId="5B4C8A67" w14:textId="77777777" w:rsidR="005151AF" w:rsidRDefault="005151AF" w:rsidP="009519E2">
      <w:pPr>
        <w:jc w:val="center"/>
        <w:rPr>
          <w:color w:val="FFFFFF" w:themeColor="background1"/>
        </w:rPr>
      </w:pPr>
    </w:p>
    <w:p w14:paraId="53D308DB" w14:textId="4F501B6E" w:rsidR="0083641E" w:rsidRPr="009519E2" w:rsidRDefault="0083641E" w:rsidP="009519E2">
      <w:pPr>
        <w:jc w:val="center"/>
        <w:rPr>
          <w:color w:val="FFFFFF" w:themeColor="background1"/>
        </w:rPr>
      </w:pPr>
    </w:p>
    <w:p w14:paraId="5FAC4B88" w14:textId="43D0622D" w:rsidR="0083641E" w:rsidRDefault="00892421" w:rsidP="009519E2">
      <w:pPr>
        <w:jc w:val="center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editId="11B35114">
                <wp:simplePos x="0" y="0"/>
                <wp:positionH relativeFrom="margin">
                  <wp:posOffset>-87792</wp:posOffset>
                </wp:positionH>
                <wp:positionV relativeFrom="margin">
                  <wp:posOffset>5170266</wp:posOffset>
                </wp:positionV>
                <wp:extent cx="2703830" cy="1336904"/>
                <wp:effectExtent l="0" t="133350" r="1270" b="0"/>
                <wp:wrapNone/>
                <wp:docPr id="18" name="Abgerundetes Re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3830" cy="1336904"/>
                        </a:xfrm>
                        <a:prstGeom prst="roundRect">
                          <a:avLst>
                            <a:gd name="adj" fmla="val 10394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660034" dir="20934377" sx="75000" sy="75000" algn="tl" rotWithShape="0">
                            <a:schemeClr val="bg1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F9D5EB" w14:textId="78F88DE5" w:rsidR="00892421" w:rsidRDefault="00892421" w:rsidP="00892421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  <w:r w:rsidRPr="00892421">
                              <w:rPr>
                                <w:noProof/>
                                <w:color w:val="FFFFFF" w:themeColor="background1"/>
                                <w:lang w:val="en-US"/>
                              </w:rPr>
                              <w:t xml:space="preserve">Lorem ipsum dolor sit amet, consetetur sadipscing elitr, sed diam nonumy eirmod tempor invidunt ut labore et dolore magna aliquyam </w:t>
                            </w:r>
                            <w:r w:rsidRPr="005D1BD6">
                              <w:rPr>
                                <w:noProof/>
                                <w:lang w:val="en-US"/>
                              </w:rPr>
                              <w:t xml:space="preserve">erat, sed diam voluptua. At vero eos et accusam et justo duo dolores et ea rebum. Stet clita kasd gubergren, no sea takimata sanctus est Lorem ipsum dolor sit amet. </w:t>
                            </w:r>
                          </w:p>
                          <w:p w14:paraId="2AACCC85" w14:textId="270B5640" w:rsidR="00892421" w:rsidRDefault="00892421" w:rsidP="00892421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8" o:spid="_x0000_s1027" style="position:absolute;left:0;text-align:left;margin-left:-6.9pt;margin-top:407.1pt;width:212.9pt;height:105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" o:allowincell="f" fillcolor="#4f81bd [3204]" strokecolor="#4f81bd [3204]">
                <v:shadow on="t" type="perspective" color="#bfbfbf [2412]" opacity=".5" origin="-.5,-.5" offset="51pt,-10pt" matrix=".75,,,.75"/>
                <v:textbox inset="18pt,18pt,18pt,18pt">
                  <w:txbxContent>
                    <w:p w14:paraId="25F9D5EB" w14:textId="78F88DE5" w:rsidR="00892421" w:rsidRDefault="00892421" w:rsidP="00892421">
                      <w:pPr>
                        <w:rPr>
                          <w:noProof/>
                          <w:lang w:val="en-US"/>
                        </w:rPr>
                      </w:pPr>
                      <w:r w:rsidRPr="00892421">
                        <w:rPr>
                          <w:noProof/>
                          <w:color w:val="FFFFFF" w:themeColor="background1"/>
                          <w:lang w:val="en-US"/>
                        </w:rPr>
                        <w:t xml:space="preserve">Lorem ipsum dolor sit amet, consetetur sadipscing elitr, sed diam nonumy eirmod tempor invidunt ut labore et dolore magna aliquyam </w:t>
                      </w:r>
                      <w:r w:rsidRPr="005D1BD6">
                        <w:rPr>
                          <w:noProof/>
                          <w:lang w:val="en-US"/>
                        </w:rPr>
                        <w:t xml:space="preserve">erat, sed diam voluptua. At vero eos et accusam et justo duo dolores et ea rebum. Stet clita kasd gubergren, no sea takimata sanctus est Lorem ipsum dolor sit amet. </w:t>
                      </w:r>
                    </w:p>
                    <w:p w14:paraId="2AACCC85" w14:textId="270B5640" w:rsidR="00892421" w:rsidRDefault="00892421" w:rsidP="00892421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318E4F0A" w14:textId="4A4DDABD" w:rsidR="009519E2" w:rsidRDefault="009519E2" w:rsidP="009519E2">
      <w:pPr>
        <w:jc w:val="center"/>
        <w:rPr>
          <w:color w:val="000000"/>
        </w:rPr>
      </w:pPr>
    </w:p>
    <w:p w14:paraId="12366A9F" w14:textId="77777777" w:rsidR="005151AF" w:rsidRDefault="005151AF" w:rsidP="005151AF">
      <w:pPr>
        <w:jc w:val="center"/>
        <w:rPr>
          <w:color w:val="FFFFFF" w:themeColor="background1"/>
          <w:sz w:val="72"/>
        </w:rPr>
      </w:pPr>
    </w:p>
    <w:p w14:paraId="4CA51646" w14:textId="77777777" w:rsidR="005151AF" w:rsidRDefault="005151AF" w:rsidP="005151AF">
      <w:pPr>
        <w:jc w:val="center"/>
        <w:rPr>
          <w:color w:val="FFFFFF" w:themeColor="background1"/>
          <w:sz w:val="72"/>
        </w:rPr>
      </w:pPr>
    </w:p>
    <w:p w14:paraId="3E138669" w14:textId="2333A276" w:rsidR="005151AF" w:rsidRPr="009519E2" w:rsidRDefault="005151AF" w:rsidP="005151AF">
      <w:pPr>
        <w:jc w:val="center"/>
        <w:rPr>
          <w:color w:val="FFFFFF" w:themeColor="background1"/>
          <w:sz w:val="72"/>
        </w:rPr>
      </w:pPr>
      <w:r>
        <w:rPr>
          <w:color w:val="FFFFFF" w:themeColor="background1"/>
          <w:sz w:val="72"/>
        </w:rPr>
        <w:t>Pizza</w:t>
      </w:r>
    </w:p>
    <w:p w14:paraId="156308E2" w14:textId="1981D923" w:rsidR="009519E2" w:rsidRDefault="005151AF" w:rsidP="009519E2">
      <w:pPr>
        <w:jc w:val="center"/>
        <w:rPr>
          <w:color w:val="000000"/>
        </w:rPr>
      </w:pPr>
      <w:r>
        <w:rPr>
          <w:noProof/>
        </w:rPr>
        <w:drawing>
          <wp:inline distT="0" distB="0" distL="0" distR="0" wp14:editId="3601B307">
            <wp:extent cx="2724150" cy="1812471"/>
            <wp:effectExtent l="19050" t="0" r="0" b="568779"/>
            <wp:docPr id="15" name="Grafik 15" descr="http://farm3.static.flickr.com/2023/2305573958_a090ec47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://farm3.static.flickr.com/2023/2305573958_a090ec476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1247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xmlns:a14="http://schemas.microsoft.com/office/drawing/2010/main" val="FFFFFF" mc:Ignorable="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1358930E" w14:textId="77777777" w:rsidR="009519E2" w:rsidRDefault="009519E2" w:rsidP="009519E2">
      <w:pPr>
        <w:jc w:val="center"/>
        <w:rPr>
          <w:color w:val="000000"/>
        </w:rPr>
      </w:pPr>
    </w:p>
    <w:p w14:paraId="1C7931D9" w14:textId="10B7C310" w:rsidR="00F34FB4" w:rsidRPr="009519E2" w:rsidRDefault="009A2481" w:rsidP="00F34FB4">
      <w:pPr>
        <w:jc w:val="center"/>
        <w:rPr>
          <w:color w:val="FFFFFF" w:themeColor="background1"/>
          <w:sz w:val="72"/>
        </w:rPr>
      </w:pPr>
      <w:proofErr w:type="spellStart"/>
      <w:r>
        <w:rPr>
          <w:color w:val="FFFFFF" w:themeColor="background1"/>
          <w:sz w:val="72"/>
        </w:rPr>
        <w:t>and</w:t>
      </w:r>
      <w:proofErr w:type="spellEnd"/>
      <w:r>
        <w:rPr>
          <w:color w:val="FFFFFF" w:themeColor="background1"/>
          <w:sz w:val="72"/>
        </w:rPr>
        <w:t xml:space="preserve"> </w:t>
      </w:r>
      <w:proofErr w:type="spellStart"/>
      <w:r>
        <w:rPr>
          <w:color w:val="FFFFFF" w:themeColor="background1"/>
          <w:sz w:val="72"/>
        </w:rPr>
        <w:t>m</w:t>
      </w:r>
      <w:bookmarkStart w:id="0" w:name="_GoBack"/>
      <w:bookmarkEnd w:id="0"/>
      <w:r w:rsidR="00F34FB4">
        <w:rPr>
          <w:color w:val="FFFFFF" w:themeColor="background1"/>
          <w:sz w:val="72"/>
        </w:rPr>
        <w:t>ore</w:t>
      </w:r>
      <w:proofErr w:type="spellEnd"/>
      <w:r w:rsidR="00892421">
        <w:rPr>
          <w:color w:val="FFFFFF" w:themeColor="background1"/>
          <w:sz w:val="72"/>
        </w:rPr>
        <w:t xml:space="preserve"> …</w:t>
      </w:r>
    </w:p>
    <w:p w14:paraId="66FEE8E6" w14:textId="77777777" w:rsidR="009519E2" w:rsidRDefault="009519E2" w:rsidP="009519E2">
      <w:pPr>
        <w:jc w:val="center"/>
        <w:rPr>
          <w:color w:val="000000"/>
        </w:rPr>
      </w:pPr>
    </w:p>
    <w:p w14:paraId="5C39C06E" w14:textId="77777777" w:rsidR="009519E2" w:rsidRDefault="009519E2" w:rsidP="009519E2">
      <w:pPr>
        <w:jc w:val="center"/>
        <w:rPr>
          <w:color w:val="000000"/>
        </w:rPr>
      </w:pPr>
    </w:p>
    <w:p w14:paraId="2E9825FC" w14:textId="39D16C17" w:rsidR="009519E2" w:rsidRDefault="009519E2" w:rsidP="009519E2">
      <w:pPr>
        <w:jc w:val="center"/>
        <w:rPr>
          <w:color w:val="000000"/>
        </w:rPr>
      </w:pPr>
    </w:p>
    <w:p w14:paraId="1DF60F36" w14:textId="77777777" w:rsidR="009519E2" w:rsidRDefault="009519E2" w:rsidP="009519E2">
      <w:pPr>
        <w:jc w:val="center"/>
        <w:rPr>
          <w:color w:val="000000"/>
        </w:rPr>
      </w:pPr>
    </w:p>
    <w:p w14:paraId="51E55AA3" w14:textId="06271542" w:rsidR="0083641E" w:rsidRPr="00996328" w:rsidRDefault="005151AF" w:rsidP="00892421">
      <w:pPr>
        <w:jc w:val="center"/>
        <w:rPr>
          <w:color w:val="FFFFFF" w:themeColor="background1"/>
        </w:rPr>
      </w:pPr>
      <w:r>
        <w:rPr>
          <w:color w:val="FFFFFF" w:themeColor="background1"/>
          <w:sz w:val="72"/>
        </w:rPr>
        <w:t>Drinks</w:t>
      </w:r>
      <w:r w:rsidR="00F34FB4">
        <w:rPr>
          <w:noProof/>
        </w:rPr>
        <w:drawing>
          <wp:inline distT="0" distB="0" distL="0" distR="0" wp14:editId="4778C489">
            <wp:extent cx="2042809" cy="2661926"/>
            <wp:effectExtent l="19050" t="0" r="0" b="843274"/>
            <wp:docPr id="17" name="Grafik 17" descr="http://www.secomak-solutions.com/Portals/4/images/soft-drink-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" descr="http://www.secomak-solutions.com/Portals/4/images/soft-drink-c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3" cy="266232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xmlns:a14="http://schemas.microsoft.com/office/drawing/2010/main" val="FFFFFF" mc:Ignorable="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83641E" w:rsidRPr="00996328" w:rsidSect="00996328">
      <w:pgSz w:w="16838" w:h="11906" w:orient="landscape"/>
      <w:pgMar w:top="1417" w:right="1417" w:bottom="1417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isplayBackgroundShape/>
  <w:proofState w:spelling="clean" w:grammar="clean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28"/>
    <w:rsid w:val="005151AF"/>
    <w:rsid w:val="0083641E"/>
    <w:rsid w:val="00892421"/>
    <w:rsid w:val="008E3C2F"/>
    <w:rsid w:val="009519E2"/>
    <w:rsid w:val="00996328"/>
    <w:rsid w:val="009A2481"/>
    <w:rsid w:val="00D479EC"/>
    <w:rsid w:val="00F3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A1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5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5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6</cp:revision>
  <dcterms:created xsi:type="dcterms:W3CDTF">2010-03-19T09:39:00Z</dcterms:created>
  <dcterms:modified xsi:type="dcterms:W3CDTF">2010-03-19T12:30:00Z</dcterms:modified>
</cp:coreProperties>
</file>