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EAF1DD">
    <v:background id="_x0000_s1025" o:bwmode="white" fillcolor="#eaf1dd" o:targetscreensize="1024,768">
      <v:fill color2="#c2d69b" type="gradient"/>
    </v:background>
  </w:background>
  <w:body>
    <w:p w14:paraId="4369A0FC" w14:textId="77777777" w:rsidR="00416259" w:rsidRDefault="00416259">
      <w:r>
        <w:rPr>
          <w:noProof/>
          <w:lang w:eastAsia="de-DE"/>
        </w:rPr>
        <w:drawing>
          <wp:anchor distT="0" distB="0" distL="114300" distR="114300" simplePos="0" relativeHeight="251679231" behindDoc="0" locked="0" layoutInCell="1" allowOverlap="1" wp14:editId="75645FEA">
            <wp:simplePos x="0" y="0"/>
            <wp:positionH relativeFrom="column">
              <wp:posOffset>-733738</wp:posOffset>
            </wp:positionH>
            <wp:positionV relativeFrom="paragraph">
              <wp:posOffset>-2169036</wp:posOffset>
            </wp:positionV>
            <wp:extent cx="10727141" cy="6974006"/>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IMG3033.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10727141" cy="6974006"/>
                    </a:xfrm>
                    <a:prstGeom prst="rect">
                      <a:avLst/>
                    </a:prstGeom>
                  </pic:spPr>
                </pic:pic>
              </a:graphicData>
            </a:graphic>
          </wp:anchor>
        </w:drawing>
      </w:r>
    </w:p>
    <w:p w14:paraId="4651BC7D" w14:textId="77777777" w:rsidR="00416259" w:rsidRDefault="00691F7D">
      <w:r>
        <w:rPr>
          <w:noProof/>
          <w:lang w:eastAsia="de-DE"/>
        </w:rPr>
        <w:pict>
          <v:rect id="_x0000_s1043" style="position:absolute;margin-left:-57.6pt;margin-top:20.9pt;width:845.55pt;height:457.9pt;z-index:251679744;mso-position-horizontal-relative:text;mso-position-vertical-relative:text" fillcolor="#17365d" stroked="f">
            <v:fill color2="fill darken(153)" angle="-45" focusposition=".5,.5" focussize="" method="linear sigma" focus="100%" type="gradient"/>
          </v:rect>
        </w:pict>
      </w:r>
      <w:r>
        <w:rPr>
          <w:noProof/>
          <w:lang w:eastAsia="de-DE"/>
        </w:rPr>
        <w:pict>
          <v:rect id="Rechteck 15" o:spid="_x0000_s1030" style="position:absolute;margin-left:-90pt;margin-top:478.8pt;width:903.75pt;height:49.45pt;z-index:251664384;visibility:visible;mso-position-horizontal-relative:text;mso-position-vertical-relative:text;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" fillcolor="#77933c" stroked="f" strokeweight="2pt"/>
        </w:pict>
      </w:r>
      <w:r>
        <w:rPr>
          <w:noProof/>
          <w:color w:val="C6D9F1" w:themeColor="text2" w:themeTint="33"/>
          <w:lang w:eastAsia="de-DE"/>
        </w:rPr>
        <w:pict>
          <v:shapetype id="_x0000_t202" coordsize="21600,21600" o:spt="202" path="m,l,21600r21600,l21600,xe">
            <v:stroke joinstyle="miter"/>
            <v:path gradientshapeok="t" o:connecttype="rect"/>
          </v:shapetype>
          <v:shape id="_x0000_s1047" type="#_x0000_t202" style="position:absolute;margin-left:476.75pt;margin-top:29.65pt;width:246.1pt;height:433.05pt;z-index:251682816;mso-position-horizontal-relative:text;mso-position-vertical-relative:text;mso-width-relative:margin;mso-height-relative:margin" filled="f" stroked="f">
            <v:textbox style="mso-next-textbox:#_x0000_s1047">
              <w:txbxContent/>
            </v:textbox>
          </v:shape>
        </w:pict>
      </w:r>
      <w:r>
        <w:rPr>
          <w:noProof/>
          <w:color w:val="C6D9F1" w:themeColor="text2" w:themeTint="33"/>
          <w:lang w:eastAsia="de-DE"/>
        </w:rPr>
        <w:pict>
          <v:shape id="_x0000_s1045" type="#_x0000_t202" style="position:absolute;margin-left:216.25pt;margin-top:29.65pt;width:246.1pt;height:433.05pt;z-index:251681792;mso-position-horizontal-relative:text;mso-position-vertical-relative:text;mso-width-relative:margin;mso-height-relative:margin" filled="f" stroked="f">
            <v:textbox style="mso-next-textbox:#_x0000_s1047">
              <w:txbxContent/>
            </v:textbox>
          </v:shape>
        </w:pict>
      </w:r>
      <w:r>
        <w:rPr>
          <w:noProof/>
          <w:color w:val="C6D9F1" w:themeColor="text2" w:themeTint="33"/>
          <w:lang w:eastAsia="de-DE"/>
        </w:rPr>
        <w:pict>
          <v:shape id="_x0000_s1044" type="#_x0000_t202" style="position:absolute;margin-left:-42.6pt;margin-top:29.65pt;width:246.1pt;height:433.05pt;z-index:251680768;mso-position-horizontal-relative:text;mso-position-vertical-relative:text;mso-width-relative:margin;mso-height-relative:margin" filled="f" stroked="f">
            <v:textbox style="mso-next-textbox:#_x0000_s1045">
              <w:txbxContent>
                <w:p w14:paraId="4F51820F" w14:textId="77777777" w:rsidR="00416259" w:rsidRPr="005F2C7E" w:rsidRDefault="00416259" w:rsidP="005F2C7E">
                  <w:pPr>
                    <w:pStyle w:val="berschrift1"/>
                    <w:spacing w:before="0"/>
                    <w:rPr>
                      <w:noProof/>
                    </w:rPr>
                  </w:pPr>
                  <w:r w:rsidRPr="005F2C7E">
                    <w:rPr>
                      <w:noProof/>
                    </w:rPr>
                    <w:t>Die Silbermöwe</w:t>
                  </w:r>
                </w:p>
                <w:p w14:paraId="04F74A13" w14:textId="77777777" w:rsidR="00416259" w:rsidRPr="005F2C7E" w:rsidRDefault="00416259" w:rsidP="00416259">
                  <w:pPr>
                    <w:rPr>
                      <w:noProof/>
                      <w:color w:val="C6D9F1" w:themeColor="text2" w:themeTint="33"/>
                    </w:rPr>
                  </w:pPr>
                  <w:r w:rsidRPr="005F2C7E">
                    <w:rPr>
                      <w:noProof/>
                      <w:color w:val="C6D9F1" w:themeColor="text2" w:themeTint="33"/>
                    </w:rPr>
                    <w:t>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w:t>
                  </w:r>
                </w:p>
                <w:p w14:paraId="1DE17F77" w14:textId="77777777" w:rsidR="00416259" w:rsidRPr="005F2C7E" w:rsidRDefault="00416259" w:rsidP="00416259">
                  <w:pPr>
                    <w:rPr>
                      <w:noProof/>
                      <w:color w:val="C6D9F1" w:themeColor="text2" w:themeTint="33"/>
                    </w:rPr>
                  </w:pPr>
                  <w:r w:rsidRPr="005F2C7E">
                    <w:rPr>
                      <w:noProof/>
                      <w:color w:val="C6D9F1" w:themeColor="text2" w:themeTint="33"/>
                    </w:rPr>
                    <w:t>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w:t>
                  </w:r>
                </w:p>
                <w:p w14:paraId="6EE3B36C" w14:textId="77777777" w:rsidR="00416259" w:rsidRPr="005F2C7E" w:rsidRDefault="00416259" w:rsidP="00416259">
                  <w:pPr>
                    <w:rPr>
                      <w:noProof/>
                      <w:color w:val="C6D9F1" w:themeColor="text2" w:themeTint="33"/>
                    </w:rPr>
                  </w:pPr>
                </w:p>
                <w:p w14:paraId="3067231B" w14:textId="77777777" w:rsidR="00416259" w:rsidRPr="005F2C7E" w:rsidRDefault="00416259" w:rsidP="00416259">
                  <w:pPr>
                    <w:rPr>
                      <w:noProof/>
                      <w:color w:val="C6D9F1" w:themeColor="text2" w:themeTint="33"/>
                    </w:rPr>
                  </w:pPr>
                  <w:r w:rsidRPr="005F2C7E">
                    <w:rPr>
                      <w:noProof/>
                      <w:color w:val="C6D9F1" w:themeColor="text2" w:themeTint="33"/>
                    </w:rPr>
                    <w:t xml:space="preserve">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w:t>
                  </w:r>
                </w:p>
                <w:p w14:paraId="7FBA99CC" w14:textId="77777777" w:rsidR="00416259" w:rsidRPr="005F2C7E" w:rsidRDefault="00416259" w:rsidP="00416259">
                  <w:pPr>
                    <w:rPr>
                      <w:noProof/>
                      <w:color w:val="C6D9F1" w:themeColor="text2" w:themeTint="33"/>
                    </w:rPr>
                  </w:pPr>
                  <w:r w:rsidRPr="005F2C7E">
                    <w:rPr>
                      <w:noProof/>
                      <w:color w:val="C6D9F1" w:themeColor="text2" w:themeTint="33"/>
                    </w:rPr>
                    <w:t>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w:t>
                  </w:r>
                </w:p>
                <w:p w14:paraId="34AB22E4" w14:textId="77777777" w:rsidR="00416259" w:rsidRPr="005F2C7E" w:rsidRDefault="00416259" w:rsidP="00416259">
                  <w:pPr>
                    <w:rPr>
                      <w:noProof/>
                      <w:color w:val="C6D9F1" w:themeColor="text2" w:themeTint="33"/>
                    </w:rPr>
                  </w:pPr>
                  <w:r w:rsidRPr="005F2C7E">
                    <w:rPr>
                      <w:noProof/>
                      <w:color w:val="C6D9F1" w:themeColor="text2" w:themeTint="33"/>
                    </w:rPr>
                    <w:t>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w:t>
                  </w:r>
                </w:p>
                <w:p w14:paraId="2466615E" w14:textId="77777777" w:rsidR="00416259" w:rsidRPr="005F2C7E" w:rsidRDefault="00416259" w:rsidP="00416259">
                  <w:pPr>
                    <w:rPr>
                      <w:noProof/>
                      <w:color w:val="C6D9F1" w:themeColor="text2" w:themeTint="33"/>
                    </w:rPr>
                  </w:pPr>
                  <w:r w:rsidRPr="005F2C7E">
                    <w:rPr>
                      <w:noProof/>
                      <w:color w:val="C6D9F1" w:themeColor="text2" w:themeTint="33"/>
                    </w:rPr>
                    <w:t>Aenean leo ligula, porttitor eu, consequat vitae, eleifend ac, enim. Aliquam lorem ante, dapibus in, viverra quis, feugiat a, tellus. Phasellus viverra nulla ut metus varius laoreet. Quisque rutrum.</w:t>
                  </w:r>
                </w:p>
                <w:p w14:paraId="06B21324" w14:textId="77777777" w:rsidR="00416259" w:rsidRPr="005F2C7E" w:rsidRDefault="00416259" w:rsidP="00416259">
                  <w:pPr>
                    <w:rPr>
                      <w:noProof/>
                      <w:color w:val="C6D9F1" w:themeColor="text2" w:themeTint="33"/>
                    </w:rPr>
                  </w:pPr>
                  <w:r w:rsidRPr="005F2C7E">
                    <w:rPr>
                      <w:noProof/>
                      <w:color w:val="C6D9F1" w:themeColor="text2" w:themeTint="33"/>
                    </w:rPr>
                    <w:t xml:space="preserve">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w:t>
                  </w:r>
                </w:p>
                <w:p w14:paraId="78950432" w14:textId="77777777" w:rsidR="00416259" w:rsidRPr="005F2C7E" w:rsidRDefault="00416259" w:rsidP="00416259">
                  <w:pPr>
                    <w:rPr>
                      <w:noProof/>
                      <w:color w:val="C6D9F1" w:themeColor="text2" w:themeTint="33"/>
                    </w:rPr>
                  </w:pPr>
                  <w:r w:rsidRPr="005F2C7E">
                    <w:rPr>
                      <w:noProof/>
                      <w:color w:val="C6D9F1" w:themeColor="text2" w:themeTint="33"/>
                    </w:rPr>
                    <w:t>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w:t>
                  </w:r>
                </w:p>
              </w:txbxContent>
            </v:textbox>
          </v:shape>
        </w:pict>
      </w:r>
      <w:r w:rsidR="00416259">
        <w:br w:type="page"/>
      </w:r>
    </w:p>
    <w:p w14:paraId="48B8D230" w14:textId="77777777" w:rsidR="00604BE9" w:rsidRDefault="00691F7D">
      <w:bookmarkStart w:id="0" w:name="_GoBack"/>
      <w:r>
        <w:rPr>
          <w:noProof/>
          <w:lang w:eastAsia="de-DE"/>
        </w:rPr>
        <w:lastRenderedPageBreak/>
        <w:drawing>
          <wp:anchor distT="0" distB="0" distL="114300" distR="114300" simplePos="0" relativeHeight="251661823" behindDoc="0" locked="0" layoutInCell="1" allowOverlap="1" wp14:editId="26C0841A">
            <wp:simplePos x="0" y="0"/>
            <wp:positionH relativeFrom="column">
              <wp:posOffset>6024880</wp:posOffset>
            </wp:positionH>
            <wp:positionV relativeFrom="paragraph">
              <wp:posOffset>-510540</wp:posOffset>
            </wp:positionV>
            <wp:extent cx="6991350" cy="5240655"/>
            <wp:effectExtent l="0" t="0" r="0" b="0"/>
            <wp:wrapNone/>
            <wp:docPr id="18"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IMG3033.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6991350" cy="5240655"/>
                    </a:xfrm>
                    <a:prstGeom prst="rect">
                      <a:avLst/>
                    </a:prstGeom>
                  </pic:spPr>
                </pic:pic>
              </a:graphicData>
            </a:graphic>
          </wp:anchor>
        </w:drawing>
      </w:r>
      <w:bookmarkEnd w:id="0"/>
      <w:r>
        <w:rPr>
          <w:noProof/>
          <w:lang w:eastAsia="de-DE"/>
        </w:rPr>
        <w:pict>
          <v:rect id="_x0000_s1042" style="position:absolute;margin-left:-103.8pt;margin-top:503.2pt;width:903.75pt;height:49.45pt;z-index:251678720;visibility:visible;mso-position-horizontal-relative:text;mso-position-vertical-relative:text;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" fillcolor="#77933c" stroked="f" strokeweight="2pt"/>
        </w:pict>
      </w:r>
      <w:r w:rsidR="003B237B">
        <w:rPr>
          <w:noProof/>
          <w:lang w:eastAsia="de-DE"/>
        </w:rPr>
        <w:drawing>
          <wp:anchor distT="0" distB="0" distL="114300" distR="114300" simplePos="0" relativeHeight="251676672" behindDoc="0" locked="0" layoutInCell="1" allowOverlap="1" wp14:editId="4298A918">
            <wp:simplePos x="0" y="0"/>
            <wp:positionH relativeFrom="column">
              <wp:posOffset>2762250</wp:posOffset>
            </wp:positionH>
            <wp:positionV relativeFrom="paragraph">
              <wp:posOffset>-738505</wp:posOffset>
            </wp:positionV>
            <wp:extent cx="1397635" cy="1061720"/>
            <wp:effectExtent l="57150" t="19050" r="31115" b="62230"/>
            <wp:wrapNone/>
            <wp:docPr id="9" name="Grafik 8" descr="CIMG303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IMG3037.JPG"/>
                    <pic:cNvPicPr/>
                  </pic:nvPicPr>
                  <pic:blipFill>
                    <a:blip r:embed="rId7" cstate="print"/>
                    <a:stretch>
                      <a:fillRect/>
                    </a:stretch>
                  </pic:blipFill>
                  <pic:spPr>
                    <a:xfrm>
                      <a:off x="0" y="0"/>
                      <a:ext cx="1397635" cy="1061720"/>
                    </a:xfrm>
                    <a:prstGeom prst="rect">
                      <a:avLst/>
                    </a:prstGeom>
                    <a:ln>
                      <a:noFill/>
                    </a:ln>
                    <a:effectLst>
                      <a:outerShdw blurRad="50800" dist="38100" dir="8100000" algn="tr" rotWithShape="0">
                        <a:prstClr val="black">
                          <a:alpha val="40000"/>
                        </a:prstClr>
                      </a:outerShdw>
                    </a:effectLst>
                  </pic:spPr>
                </pic:pic>
              </a:graphicData>
            </a:graphic>
          </wp:anchor>
        </w:drawing>
      </w:r>
      <w:r w:rsidR="003B237B">
        <w:rPr>
          <w:noProof/>
          <w:lang w:eastAsia="de-DE"/>
        </w:rPr>
        <w:drawing>
          <wp:anchor distT="0" distB="0" distL="114300" distR="114300" simplePos="0" relativeHeight="251675648" behindDoc="0" locked="0" layoutInCell="1" allowOverlap="1" wp14:editId="759BDAC7">
            <wp:simplePos x="0" y="0"/>
            <wp:positionH relativeFrom="column">
              <wp:posOffset>4405630</wp:posOffset>
            </wp:positionH>
            <wp:positionV relativeFrom="paragraph">
              <wp:posOffset>-744855</wp:posOffset>
            </wp:positionV>
            <wp:extent cx="1397635" cy="1056005"/>
            <wp:effectExtent l="76200" t="19050" r="50165" b="67945"/>
            <wp:wrapNone/>
            <wp:docPr id="8" name="Grafik 7" descr="CIMG303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IMG3038.JPG"/>
                    <pic:cNvPicPr/>
                  </pic:nvPicPr>
                  <pic:blipFill>
                    <a:blip r:embed="rId8" cstate="print"/>
                    <a:stretch>
                      <a:fillRect/>
                    </a:stretch>
                  </pic:blipFill>
                  <pic:spPr>
                    <a:xfrm>
                      <a:off x="0" y="0"/>
                      <a:ext cx="1397635" cy="1056005"/>
                    </a:xfrm>
                    <a:prstGeom prst="rect">
                      <a:avLst/>
                    </a:prstGeom>
                    <a:ln>
                      <a:noFill/>
                    </a:ln>
                    <a:effectLst>
                      <a:outerShdw blurRad="76200" dist="38100" dir="7800000" algn="tl" rotWithShape="0">
                        <a:srgbClr xmlns:a14="http://schemas.microsoft.com/office/drawing/2010/main" val="000000" mc:Ignorable="">
                          <a:alpha val="40000"/>
                        </a:srgbClr>
                      </a:outerShdw>
                    </a:effectLst>
                  </pic:spPr>
                </pic:pic>
              </a:graphicData>
            </a:graphic>
          </wp:anchor>
        </w:drawing>
      </w:r>
      <w:r>
        <w:rPr>
          <w:noProof/>
        </w:rPr>
        <w:pict>
          <v:shape id="_x0000_s1039" type="#_x0000_t202" style="position:absolute;margin-left:-44.25pt;margin-top:-70.85pt;width:284.9pt;height:110.6pt;z-index:251673600;mso-width-percent:400;mso-height-percent:200;mso-position-horizontal-relative:text;mso-position-vertical-relative:text;mso-width-percent:400;mso-height-percent:200;mso-width-relative:margin;mso-height-relative:margin" filled="f" stroked="f">
            <v:textbox style="mso-next-textbox:#_x0000_s1039;mso-fit-shape-to-text:t">
              <w:txbxContent>
                <w:p w14:paraId="297CAE97" w14:textId="77777777" w:rsidR="00B00CF2" w:rsidRPr="00A60789" w:rsidRDefault="00B00CF2">
                  <w:pPr>
                    <w:rPr>
                      <w:color w:val="FFFFFF" w:themeColor="background1"/>
                      <w:sz w:val="56"/>
                    </w:rPr>
                  </w:pPr>
                  <w:r w:rsidRPr="00A60789">
                    <w:rPr>
                      <w:color w:val="FFFFFF" w:themeColor="background1"/>
                      <w:sz w:val="56"/>
                    </w:rPr>
                    <w:t>INFORMATION</w:t>
                  </w:r>
                </w:p>
              </w:txbxContent>
            </v:textbox>
          </v:shape>
        </w:pict>
      </w:r>
      <w:r>
        <w:rPr>
          <w:noProof/>
          <w:lang w:eastAsia="de-DE"/>
        </w:rPr>
        <w:pict>
          <v:shape id="Textfeld 16" o:spid="_x0000_s1026" type="#_x0000_t202" style="position:absolute;margin-left:479.55pt;margin-top:186.95pt;width:299.95pt;height:73.35pt;z-index:251666432;visibility:visible;mso-height-percent:200;mso-position-horizontal-relative:text;mso-position-vertical-relative:text;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" filled="f" stroked="f">
            <v:textbox style="mso-next-textbox:#Textfeld 16;mso-fit-shape-to-text:t">
              <w:txbxContent>
                <w:p w14:paraId="287F3C82" w14:textId="77777777" w:rsidR="00B95864" w:rsidRPr="00B00CF2" w:rsidRDefault="00B95864" w:rsidP="00B95864">
                  <w:pPr>
                    <w:jc w:val="center"/>
                    <w:rPr>
                      <w:rFonts w:cs="Aharoni"/>
                      <w:color w:val="0F243F" w:themeColor="text2" w:themeShade="80"/>
                      <w:sz w:val="80"/>
                      <w:szCs w:val="80"/>
                    </w:rPr>
                  </w:pPr>
                  <w:r w:rsidRPr="00B00CF2">
                    <w:rPr>
                      <w:rFonts w:cs="Aharoni"/>
                      <w:color w:val="0F243F" w:themeColor="text2" w:themeShade="80"/>
                      <w:sz w:val="80"/>
                      <w:szCs w:val="80"/>
                    </w:rPr>
                    <w:t>Die Silbermöwe</w:t>
                  </w:r>
                </w:p>
              </w:txbxContent>
            </v:textbox>
          </v:shape>
        </w:pict>
      </w:r>
      <w:r>
        <w:rPr>
          <w:noProof/>
          <w:lang w:eastAsia="de-DE"/>
        </w:rPr>
        <w:pict>
          <v:rect id="_x0000_s1036" style="position:absolute;margin-left:-56.7pt;margin-top:-70.85pt;width:530.85pt;height:117.15pt;z-index:251671552;mso-position-horizontal-relative:text;mso-position-vertical-relative:text" fillcolor="#17365d" stroked="f">
            <v:fill color2="fill darken(153)" angle="-135" focusposition=".5,.5" focussize="" method="linear sigma" focus="100%" type="gradient"/>
          </v:rect>
        </w:pict>
      </w:r>
      <w:r>
        <w:rPr>
          <w:noProof/>
        </w:rPr>
        <w:pict>
          <v:shape id="_x0000_s1034" type="#_x0000_t202" style="position:absolute;margin-left:-44.25pt;margin-top:46.3pt;width:246.1pt;height:433.05pt;z-index:251669504;mso-position-horizontal-relative:text;mso-position-vertical-relative:text;mso-width-relative:margin;mso-height-relative:margin" filled="f" stroked="f">
            <v:textbox style="mso-next-textbox:#_x0000_s1035">
              <w:txbxContent>
                <w:p w14:paraId="3DCFE6B1" w14:textId="77777777" w:rsidR="00B00CF2" w:rsidRDefault="00B00CF2" w:rsidP="00B00CF2">
                  <w:pPr>
                    <w:pStyle w:val="berschrift1"/>
                  </w:pPr>
                  <w:r>
                    <w:t>Beschreibung</w:t>
                  </w:r>
                </w:p>
                <w:p w14:paraId="6BD1D749" w14:textId="77777777" w:rsidR="00B00CF2" w:rsidRDefault="00B00CF2" w:rsidP="00B00CF2">
                  <w:r>
                    <w:t>Eine ausgewachsene Silbermöwe kann bis 60 cm groß werden und eine Flügelspannweite von etwa 145 cm erreichen. Sie wiegt bis 1,5 kg. Das Gefieder ist weiß, die Flügeloberseite hellgrau und die Flügelspitzen sind schwarz gefärbt. Der kräftige Schnabel ist gelb und hat unten vorne einen roten Fleck. Die Augen sind ebenfalls wie der Schnabel gelb gefärbt. Die Beine haben eine rosa Färbung. Die Jungen sind erst nach vier Lebensjahren ausgefärbt. Weibchen und Männchen unterscheiden sich nicht in der Gefiederfärbung.</w:t>
                  </w:r>
                </w:p>
                <w:p w14:paraId="6C3CF431" w14:textId="77777777" w:rsidR="00B00CF2" w:rsidRDefault="00B00CF2" w:rsidP="00B00CF2">
                  <w:r>
                    <w:t>Ihr Ruf klingt in etwa wie "</w:t>
                  </w:r>
                  <w:proofErr w:type="spellStart"/>
                  <w:r>
                    <w:t>kiu</w:t>
                  </w:r>
                  <w:proofErr w:type="spellEnd"/>
                  <w:r>
                    <w:t>" oder "</w:t>
                  </w:r>
                  <w:proofErr w:type="spellStart"/>
                  <w:r>
                    <w:t>ka</w:t>
                  </w:r>
                  <w:proofErr w:type="spellEnd"/>
                  <w:r>
                    <w:t xml:space="preserve">". In ihrem stimmlichen Repertoire hat die Silbermöwe aber auch jaulende und miauende Laute. Jungmöwen machen sich durch 'erbärmlich' wimmerndes Pfeifen bemerkbar. Wie Ringfunde und Ablesungen </w:t>
                  </w:r>
                  <w:proofErr w:type="spellStart"/>
                  <w:r>
                    <w:t>beringter</w:t>
                  </w:r>
                  <w:proofErr w:type="spellEnd"/>
                  <w:r>
                    <w:t xml:space="preserve"> Tiere zeigen, können Silbermöwen über 20, in einzelnen Fällen sogar über 30 Jahre alt werden. Eine in den Niederlanden </w:t>
                  </w:r>
                  <w:proofErr w:type="spellStart"/>
                  <w:r>
                    <w:t>beringte</w:t>
                  </w:r>
                  <w:proofErr w:type="spellEnd"/>
                  <w:r>
                    <w:t xml:space="preserve"> Möwe erreichte ein Alter von 34 Jahren und neun Monaten, eine in Deutschland </w:t>
                  </w:r>
                  <w:proofErr w:type="spellStart"/>
                  <w:r>
                    <w:t>beringte</w:t>
                  </w:r>
                  <w:proofErr w:type="spellEnd"/>
                  <w:r>
                    <w:t xml:space="preserve"> Möwe war 30 Jahre alt.</w:t>
                  </w:r>
                </w:p>
                <w:p w14:paraId="7970F28F" w14:textId="77777777" w:rsidR="00B00CF2" w:rsidRDefault="00A60789" w:rsidP="00B00CF2">
                  <w:pPr>
                    <w:pStyle w:val="berschrift1"/>
                  </w:pPr>
                  <w:r>
                    <w:t>L</w:t>
                  </w:r>
                  <w:r w:rsidR="00B00CF2">
                    <w:t>ebensraum</w:t>
                  </w:r>
                </w:p>
                <w:p w14:paraId="7D165467" w14:textId="77777777" w:rsidR="00B00CF2" w:rsidRDefault="00B00CF2" w:rsidP="00B00CF2">
                  <w:r>
                    <w:t>Die Silbermöwe lebt am häufigsten an den Küsten von Mitteleuropa und Nordeuropa sowie den USA und nur selten im Binnenland.</w:t>
                  </w:r>
                </w:p>
                <w:p w14:paraId="5CB0E861" w14:textId="77777777" w:rsidR="00B00CF2" w:rsidRDefault="00B00CF2" w:rsidP="00B00CF2">
                  <w:pPr>
                    <w:pStyle w:val="berschrift1"/>
                  </w:pPr>
                  <w:r>
                    <w:t>Ernährung</w:t>
                  </w:r>
                </w:p>
                <w:p w14:paraId="09CFBFE9" w14:textId="77777777" w:rsidR="00B00CF2" w:rsidRDefault="00B00CF2" w:rsidP="00B00CF2">
                  <w:r>
                    <w:t>Auf dem Speiseplan der Silbermöwe stehen hauptsächlich Fische. Außerdem ernährt sie sich von Muscheln, Krebstieren, Vögeln, Eiern, Kleinsäugern und Abfällen. Wie die Lachmöwe sucht sie auf Müllkippen, Grünflächen und Äckern nach allem, was den Hunger stillt.</w:t>
                  </w:r>
                </w:p>
                <w:p w14:paraId="02020BFD" w14:textId="77777777" w:rsidR="00B00CF2" w:rsidRDefault="00B00CF2" w:rsidP="00B00CF2">
                  <w:pPr>
                    <w:pStyle w:val="berschrift1"/>
                  </w:pPr>
                  <w:r>
                    <w:t>Fortpflanzung</w:t>
                  </w:r>
                </w:p>
                <w:p w14:paraId="2392A12F" w14:textId="77777777" w:rsidR="00B00CF2" w:rsidRDefault="00B00CF2" w:rsidP="00B00CF2">
                  <w:r>
                    <w:t>Vier bis sieben Jahre kann es dauern bis eine Silbermöwe geschlechtsreif wird und anfängt an Hängen, Stränden und in Dünen zu brüten. Sie brütet von April bis Juli in riesigen Kolonien. Das Weibchen legt meist zwei bis drei Eier in das aus Pflanzenteilen erbaute Nest. Beide Eltern wärmen die Eier 28 bis 30 Tage lang, bis die Küken schlüpfen. Nach fünf bis sechs Wochen werden die Jungvögel flügge.</w:t>
                  </w:r>
                </w:p>
              </w:txbxContent>
            </v:textbox>
          </v:shape>
        </w:pict>
      </w:r>
      <w:r>
        <w:rPr>
          <w:noProof/>
          <w:lang w:eastAsia="de-DE"/>
        </w:rPr>
        <w:pict>
          <v:shape id="_x0000_s1035" type="#_x0000_t202" style="position:absolute;margin-left:214.6pt;margin-top:46.3pt;width:246.1pt;height:433.05pt;z-index:251670528;mso-position-horizontal-relative:text;mso-position-vertical-relative:text;mso-width-relative:margin;mso-height-relative:margin" filled="f" stroked="f">
            <v:textbox style="mso-next-textbox:#_x0000_s1035">
              <w:txbxContent/>
            </v:textbox>
          </v:shape>
        </w:pict>
      </w:r>
      <w:r>
        <w:rPr>
          <w:noProof/>
          <w:lang w:eastAsia="de-DE"/>
        </w:rPr>
        <w:pict>
          <v:rect id="_x0000_s1032" style="position:absolute;margin-left:474.15pt;margin-top:163.4pt;width:313.8pt;height:9.9pt;z-index:251667456;mso-position-horizontal-relative:text;mso-position-vertical-relative:text" fillcolor="#17365d" stroked="f"/>
        </w:pict>
      </w:r>
      <w:r>
        <w:rPr>
          <w:noProof/>
          <w:lang w:eastAsia="de-DE"/>
        </w:rPr>
        <w:pict>
          <v:rect id="Rechteck 12" o:spid="_x0000_s1029" style="position:absolute;margin-left:627.8pt;margin-top:-81.55pt;width:168.7pt;height:41.9pt;z-index:251662079;visibility:visible;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" fillcolor="#ebf1de" stroked="f" strokeweight="2pt"/>
        </w:pict>
      </w:r>
      <w:r>
        <w:rPr>
          <w:noProof/>
          <w:lang w:eastAsia="de-DE"/>
        </w:rPr>
        <w:pict>
          <v:rect id="Rechteck 10" o:spid="_x0000_s1028" style="position:absolute;margin-left:474.15pt;margin-top:-81.6pt;width:153.65pt;height:41.9pt;z-index:251661950;visibility:visible;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" fillcolor="#d7e4bd" stroked="f" strokeweight="2pt"/>
        </w:pict>
      </w:r>
      <w:r>
        <w:rPr>
          <w:noProof/>
          <w:lang w:eastAsia="de-DE"/>
        </w:rPr>
        <w:pict>
          <v:rect id="Rechteck 13" o:spid="_x0000_s1027" style="position:absolute;margin-left:474.15pt;margin-top:163.4pt;width:312.7pt;height:365.35pt;z-index:251662336;visibility:visible;mso-position-horizontal-relative:text;mso-position-vertical-relative:text;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" fillcolor="#c3d69b" stroked="f" strokeweight="2pt"/>
        </w:pict>
      </w:r>
    </w:p>
    <w:sectPr w:rsidR="00604BE9" w:rsidSect="0022037B">
      <w:pgSz w:w="16838" w:h="11906" w:orient="landscape"/>
      <w:pgMar w:top="1417" w:right="1417" w:bottom="1417"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61002A87" w:usb1="80000000" w:usb2="00000008" w:usb3="00000000" w:csb0="000101FF" w:csb1="00000000"/>
  </w:font>
  <w:font w:name="Aharoni">
    <w:charset w:val="B1"/>
    <w:family w:val="auto"/>
    <w:pitch w:val="variable"/>
    <w:sig w:usb0="00000801" w:usb1="00000000" w:usb2="00000000" w:usb3="00000000" w:csb0="0000002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4"/>
  <w:displayBackgroundShape/>
  <w:proofState w:spelling="clean" w:grammar="clean"/>
  <w:attachedTemplate r:id="rId1"/>
  <w:defaultTabStop w:val="708"/>
  <w:hyphenationZone w:val="425"/>
  <w:characterSpacingControl w:val="doNotCompress"/>
  <w:compat>
    <w:compatSetting w:name="compatibilityMode" w:uri="http://schemas.microsoft.com/office/word" w:val="12"/>
  </w:compat>
  <w:rsids>
    <w:rsidRoot w:val="004E5C0B"/>
    <w:rsid w:val="000B1835"/>
    <w:rsid w:val="0022037B"/>
    <w:rsid w:val="00256A35"/>
    <w:rsid w:val="0038716D"/>
    <w:rsid w:val="003B237B"/>
    <w:rsid w:val="00416259"/>
    <w:rsid w:val="004E5C0B"/>
    <w:rsid w:val="005673AA"/>
    <w:rsid w:val="005946F6"/>
    <w:rsid w:val="005F2C7E"/>
    <w:rsid w:val="00604BE9"/>
    <w:rsid w:val="006605D4"/>
    <w:rsid w:val="00691F7D"/>
    <w:rsid w:val="008B3FE7"/>
    <w:rsid w:val="008F40B9"/>
    <w:rsid w:val="00A45AE6"/>
    <w:rsid w:val="00A60789"/>
    <w:rsid w:val="00B00CF2"/>
    <w:rsid w:val="00B4340E"/>
    <w:rsid w:val="00B813A0"/>
    <w:rsid w:val="00B95864"/>
    <w:rsid w:val="00CF6472"/>
    <w:rsid w:val="00E05D3E"/>
    <w:rsid w:val="00E31C6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49"/>
    <o:shapelayout v:ext="edit">
      <o:idmap v:ext="edit" data="1"/>
    </o:shapelayout>
  </w:shapeDefaults>
  <w:decimalSymbol w:val=","/>
  <w:listSeparator w:val=";"/>
  <w14:docId w14:val="734E59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B813A0"/>
  </w:style>
  <w:style w:type="paragraph" w:styleId="berschrift1">
    <w:name w:val="heading 1"/>
    <w:basedOn w:val="Standard"/>
    <w:next w:val="Standard"/>
    <w:link w:val="berschrift1Zchn"/>
    <w:uiPriority w:val="9"/>
    <w:qFormat/>
    <w:rsid w:val="00B00CF2"/>
    <w:pPr>
      <w:keepNext/>
      <w:keepLines/>
      <w:spacing w:before="480" w:after="0"/>
      <w:outlineLvl w:val="0"/>
    </w:pPr>
    <w:rPr>
      <w:rFonts w:asciiTheme="majorHAnsi" w:eastAsiaTheme="majorEastAsia" w:hAnsiTheme="majorHAnsi" w:cstheme="majorBidi"/>
      <w:b/>
      <w:bCs/>
      <w:color w:val="376092" w:themeColor="accent1" w:themeShade="BF"/>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4E5C0B"/>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4E5C0B"/>
    <w:rPr>
      <w:rFonts w:ascii="Tahoma" w:hAnsi="Tahoma" w:cs="Tahoma"/>
      <w:sz w:val="16"/>
      <w:szCs w:val="16"/>
    </w:rPr>
  </w:style>
  <w:style w:type="character" w:customStyle="1" w:styleId="berschrift1Zchn">
    <w:name w:val="Überschrift 1 Zchn"/>
    <w:basedOn w:val="Absatz-Standardschriftart"/>
    <w:link w:val="berschrift1"/>
    <w:uiPriority w:val="9"/>
    <w:rsid w:val="00B00CF2"/>
    <w:rPr>
      <w:rFonts w:asciiTheme="majorHAnsi" w:eastAsiaTheme="majorEastAsia" w:hAnsiTheme="majorHAnsi" w:cstheme="majorBidi"/>
      <w:b/>
      <w:bCs/>
      <w:color w:val="376092"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4E5C0B"/>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4E5C0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0181991">
      <w:bodyDiv w:val="1"/>
      <w:marLeft w:val="0"/>
      <w:marRight w:val="0"/>
      <w:marTop w:val="0"/>
      <w:marBottom w:val="0"/>
      <w:divBdr>
        <w:top w:val="none" w:sz="0" w:space="0" w:color="auto"/>
        <w:left w:val="none" w:sz="0" w:space="0" w:color="auto"/>
        <w:bottom w:val="none" w:sz="0" w:space="0" w:color="auto"/>
        <w:right w:val="none" w:sz="0" w:space="0" w:color="auto"/>
      </w:divBdr>
      <w:divsChild>
        <w:div w:id="33778269">
          <w:marLeft w:val="0"/>
          <w:marRight w:val="0"/>
          <w:marTop w:val="0"/>
          <w:marBottom w:val="0"/>
          <w:divBdr>
            <w:top w:val="none" w:sz="0" w:space="0" w:color="auto"/>
            <w:left w:val="none" w:sz="0" w:space="0" w:color="auto"/>
            <w:bottom w:val="none" w:sz="0" w:space="0" w:color="auto"/>
            <w:right w:val="none" w:sz="0" w:space="0" w:color="auto"/>
          </w:divBdr>
          <w:divsChild>
            <w:div w:id="2029716544">
              <w:marLeft w:val="0"/>
              <w:marRight w:val="0"/>
              <w:marTop w:val="0"/>
              <w:marBottom w:val="0"/>
              <w:divBdr>
                <w:top w:val="none" w:sz="0" w:space="0" w:color="auto"/>
                <w:left w:val="none" w:sz="0" w:space="0" w:color="auto"/>
                <w:bottom w:val="none" w:sz="0" w:space="0" w:color="auto"/>
                <w:right w:val="none" w:sz="0" w:space="0" w:color="auto"/>
              </w:divBdr>
              <w:divsChild>
                <w:div w:id="1152217983">
                  <w:marLeft w:val="0"/>
                  <w:marRight w:val="0"/>
                  <w:marTop w:val="0"/>
                  <w:marBottom w:val="0"/>
                  <w:divBdr>
                    <w:top w:val="none" w:sz="0" w:space="0" w:color="auto"/>
                    <w:left w:val="none" w:sz="0" w:space="0" w:color="auto"/>
                    <w:bottom w:val="none" w:sz="0" w:space="0" w:color="auto"/>
                    <w:right w:val="none" w:sz="0" w:space="0" w:color="auto"/>
                  </w:divBdr>
                  <w:divsChild>
                    <w:div w:id="642543472">
                      <w:marLeft w:val="0"/>
                      <w:marRight w:val="0"/>
                      <w:marTop w:val="0"/>
                      <w:marBottom w:val="0"/>
                      <w:divBdr>
                        <w:top w:val="none" w:sz="0" w:space="0" w:color="auto"/>
                        <w:left w:val="none" w:sz="0" w:space="0" w:color="auto"/>
                        <w:bottom w:val="none" w:sz="0" w:space="0" w:color="auto"/>
                        <w:right w:val="none" w:sz="0" w:space="0" w:color="auto"/>
                      </w:divBdr>
                      <w:divsChild>
                        <w:div w:id="664745762">
                          <w:marLeft w:val="0"/>
                          <w:marRight w:val="0"/>
                          <w:marTop w:val="0"/>
                          <w:marBottom w:val="0"/>
                          <w:divBdr>
                            <w:top w:val="none" w:sz="0" w:space="0" w:color="auto"/>
                            <w:left w:val="none" w:sz="0" w:space="0" w:color="auto"/>
                            <w:bottom w:val="none" w:sz="0" w:space="0" w:color="auto"/>
                            <w:right w:val="none" w:sz="0" w:space="0" w:color="auto"/>
                          </w:divBdr>
                          <w:divsChild>
                            <w:div w:id="1929342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8378865">
      <w:bodyDiv w:val="1"/>
      <w:marLeft w:val="0"/>
      <w:marRight w:val="0"/>
      <w:marTop w:val="0"/>
      <w:marBottom w:val="0"/>
      <w:divBdr>
        <w:top w:val="none" w:sz="0" w:space="0" w:color="auto"/>
        <w:left w:val="none" w:sz="0" w:space="0" w:color="auto"/>
        <w:bottom w:val="none" w:sz="0" w:space="0" w:color="auto"/>
        <w:right w:val="none" w:sz="0" w:space="0" w:color="auto"/>
      </w:divBdr>
      <w:divsChild>
        <w:div w:id="1395161439">
          <w:marLeft w:val="0"/>
          <w:marRight w:val="0"/>
          <w:marTop w:val="0"/>
          <w:marBottom w:val="0"/>
          <w:divBdr>
            <w:top w:val="none" w:sz="0" w:space="0" w:color="auto"/>
            <w:left w:val="none" w:sz="0" w:space="0" w:color="auto"/>
            <w:bottom w:val="none" w:sz="0" w:space="0" w:color="auto"/>
            <w:right w:val="none" w:sz="0" w:space="0" w:color="auto"/>
          </w:divBdr>
          <w:divsChild>
            <w:div w:id="221186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9356610">
      <w:bodyDiv w:val="1"/>
      <w:marLeft w:val="0"/>
      <w:marRight w:val="0"/>
      <w:marTop w:val="0"/>
      <w:marBottom w:val="0"/>
      <w:divBdr>
        <w:top w:val="none" w:sz="0" w:space="0" w:color="auto"/>
        <w:left w:val="none" w:sz="0" w:space="0" w:color="auto"/>
        <w:bottom w:val="none" w:sz="0" w:space="0" w:color="auto"/>
        <w:right w:val="none" w:sz="0" w:space="0" w:color="auto"/>
      </w:divBdr>
      <w:divsChild>
        <w:div w:id="1682123498">
          <w:marLeft w:val="0"/>
          <w:marRight w:val="0"/>
          <w:marTop w:val="0"/>
          <w:marBottom w:val="0"/>
          <w:divBdr>
            <w:top w:val="none" w:sz="0" w:space="0" w:color="auto"/>
            <w:left w:val="none" w:sz="0" w:space="0" w:color="auto"/>
            <w:bottom w:val="none" w:sz="0" w:space="0" w:color="auto"/>
            <w:right w:val="none" w:sz="0" w:space="0" w:color="auto"/>
          </w:divBdr>
          <w:divsChild>
            <w:div w:id="1649826091">
              <w:marLeft w:val="0"/>
              <w:marRight w:val="0"/>
              <w:marTop w:val="0"/>
              <w:marBottom w:val="0"/>
              <w:divBdr>
                <w:top w:val="none" w:sz="0" w:space="0" w:color="auto"/>
                <w:left w:val="none" w:sz="0" w:space="0" w:color="auto"/>
                <w:bottom w:val="none" w:sz="0" w:space="0" w:color="auto"/>
                <w:right w:val="none" w:sz="0" w:space="0" w:color="auto"/>
              </w:divBdr>
              <w:divsChild>
                <w:div w:id="2128698357">
                  <w:marLeft w:val="0"/>
                  <w:marRight w:val="0"/>
                  <w:marTop w:val="0"/>
                  <w:marBottom w:val="0"/>
                  <w:divBdr>
                    <w:top w:val="none" w:sz="0" w:space="0" w:color="auto"/>
                    <w:left w:val="none" w:sz="0" w:space="0" w:color="auto"/>
                    <w:bottom w:val="none" w:sz="0" w:space="0" w:color="auto"/>
                    <w:right w:val="none" w:sz="0" w:space="0" w:color="auto"/>
                  </w:divBdr>
                  <w:divsChild>
                    <w:div w:id="2099524218">
                      <w:marLeft w:val="0"/>
                      <w:marRight w:val="0"/>
                      <w:marTop w:val="0"/>
                      <w:marBottom w:val="0"/>
                      <w:divBdr>
                        <w:top w:val="none" w:sz="0" w:space="0" w:color="auto"/>
                        <w:left w:val="none" w:sz="0" w:space="0" w:color="auto"/>
                        <w:bottom w:val="none" w:sz="0" w:space="0" w:color="auto"/>
                        <w:right w:val="none" w:sz="0" w:space="0" w:color="auto"/>
                      </w:divBdr>
                      <w:divsChild>
                        <w:div w:id="1500727755">
                          <w:marLeft w:val="0"/>
                          <w:marRight w:val="0"/>
                          <w:marTop w:val="0"/>
                          <w:marBottom w:val="0"/>
                          <w:divBdr>
                            <w:top w:val="none" w:sz="0" w:space="0" w:color="auto"/>
                            <w:left w:val="none" w:sz="0" w:space="0" w:color="auto"/>
                            <w:bottom w:val="none" w:sz="0" w:space="0" w:color="auto"/>
                            <w:right w:val="none" w:sz="0" w:space="0" w:color="auto"/>
                          </w:divBdr>
                          <w:divsChild>
                            <w:div w:id="121596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xmlns:mc="http://schemas.openxmlformats.org/markup-compatibility/2006" xmlns:a14="http://schemas.microsoft.com/office/drawing/2010/main" val="1F497D" mc:Ignorable=""/>
      </a:dk2>
      <a:lt2>
        <a:srgbClr xmlns:mc="http://schemas.openxmlformats.org/markup-compatibility/2006" xmlns:a14="http://schemas.microsoft.com/office/drawing/2010/main" val="EEECE1" mc:Ignorable=""/>
      </a:lt2>
      <a:accent1>
        <a:srgbClr xmlns:mc="http://schemas.openxmlformats.org/markup-compatibility/2006" xmlns:a14="http://schemas.microsoft.com/office/drawing/2010/main" val="4F81BD" mc:Ignorable=""/>
      </a:accent1>
      <a:accent2>
        <a:srgbClr xmlns:mc="http://schemas.openxmlformats.org/markup-compatibility/2006" xmlns:a14="http://schemas.microsoft.com/office/drawing/2010/main" val="C0504D" mc:Ignorable=""/>
      </a:accent2>
      <a:accent3>
        <a:srgbClr xmlns:mc="http://schemas.openxmlformats.org/markup-compatibility/2006" xmlns:a14="http://schemas.microsoft.com/office/drawing/2010/main" val="9BBB59" mc:Ignorable=""/>
      </a:accent3>
      <a:accent4>
        <a:srgbClr xmlns:mc="http://schemas.openxmlformats.org/markup-compatibility/2006" xmlns:a14="http://schemas.microsoft.com/office/drawing/2010/main" val="8064A2" mc:Ignorable=""/>
      </a:accent4>
      <a:accent5>
        <a:srgbClr xmlns:mc="http://schemas.openxmlformats.org/markup-compatibility/2006" xmlns:a14="http://schemas.microsoft.com/office/drawing/2010/main" val="4BACC6" mc:Ignorable=""/>
      </a:accent5>
      <a:accent6>
        <a:srgbClr xmlns:mc="http://schemas.openxmlformats.org/markup-compatibility/2006" xmlns:a14="http://schemas.microsoft.com/office/drawing/2010/main" val="F79646" mc:Ignorable=""/>
      </a:accent6>
      <a:hlink>
        <a:srgbClr xmlns:mc="http://schemas.openxmlformats.org/markup-compatibility/2006" xmlns:a14="http://schemas.microsoft.com/office/drawing/2010/main" val="0000FF" mc:Ignorable=""/>
      </a:hlink>
      <a:folHlink>
        <a:srgbClr xmlns:mc="http://schemas.openxmlformats.org/markup-compatibility/2006" xmlns:a14="http://schemas.microsoft.com/office/drawing/2010/main" val="800080" mc:Ignorable=""/>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xmlns:mc="http://schemas.openxmlformats.org/markup-compatibility/2006" xmlns:a14="http://schemas.microsoft.com/office/drawing/2010/main" val="000000" mc:Ignorable="">
                <a:alpha val="38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4DC0EC-B3D7-4F69-B730-980A2641CA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Words>
  <Characters>20</Characters>
  <Application>Microsoft Office Word</Application>
  <DocSecurity>0</DocSecurity>
  <Lines>1</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Marlene Kirchhoff</dc:creator>
  <cp:lastModifiedBy>bki</cp:lastModifiedBy>
  <cp:revision>3</cp:revision>
  <dcterms:created xsi:type="dcterms:W3CDTF">2010-08-15T15:17:00Z</dcterms:created>
  <dcterms:modified xsi:type="dcterms:W3CDTF">2010-08-16T08:01:00Z</dcterms:modified>
</cp:coreProperties>
</file>